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D0113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Pr="00A533C4">
        <w:rPr>
          <w:rFonts w:ascii="Times New Roman" w:hAnsi="Times New Roman"/>
          <w:b/>
          <w:bCs/>
          <w:sz w:val="24"/>
          <w:szCs w:val="24"/>
        </w:rPr>
        <w:tab/>
      </w:r>
      <w:r w:rsidR="00D8678B" w:rsidRPr="00A533C4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A533C4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A533C4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A533C4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A533C4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A533C4">
        <w:rPr>
          <w:rFonts w:ascii="Times New Roman" w:hAnsi="Times New Roman"/>
          <w:bCs/>
          <w:i/>
          <w:sz w:val="24"/>
          <w:szCs w:val="24"/>
        </w:rPr>
        <w:t>12/2019</w:t>
      </w:r>
    </w:p>
    <w:p w14:paraId="770F1462" w14:textId="77777777" w:rsidR="00301C68" w:rsidRPr="00A533C4" w:rsidRDefault="00301C68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188DF5AE" w14:textId="77777777" w:rsidR="0085747A" w:rsidRPr="00A533C4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533C4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916D447" w14:textId="77777777"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533C4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75C93" w:rsidRPr="00A533C4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A533C4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A533C4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A533C4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A533C4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A533C4">
        <w:rPr>
          <w:rFonts w:ascii="Times New Roman" w:hAnsi="Times New Roman"/>
          <w:b/>
          <w:smallCaps/>
          <w:sz w:val="24"/>
          <w:szCs w:val="24"/>
        </w:rPr>
        <w:t>8</w:t>
      </w:r>
    </w:p>
    <w:p w14:paraId="1BDA66E3" w14:textId="77777777" w:rsidR="00301C68" w:rsidRPr="00A533C4" w:rsidRDefault="00301C68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24A9C3B2" w14:textId="77777777" w:rsidR="0085747A" w:rsidRPr="00A533C4" w:rsidRDefault="00301C68" w:rsidP="00301C68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927D9" w:rsidRPr="00A533C4">
        <w:rPr>
          <w:rFonts w:ascii="Times New Roman" w:hAnsi="Times New Roman"/>
          <w:sz w:val="24"/>
          <w:szCs w:val="24"/>
        </w:rPr>
        <w:t>20</w:t>
      </w:r>
      <w:r w:rsidR="007849AE" w:rsidRPr="00A533C4">
        <w:rPr>
          <w:rFonts w:ascii="Times New Roman" w:hAnsi="Times New Roman"/>
          <w:sz w:val="24"/>
          <w:szCs w:val="24"/>
        </w:rPr>
        <w:t>2</w:t>
      </w:r>
      <w:r w:rsidR="00A30675">
        <w:rPr>
          <w:rFonts w:ascii="Times New Roman" w:hAnsi="Times New Roman"/>
          <w:sz w:val="24"/>
          <w:szCs w:val="24"/>
        </w:rPr>
        <w:t>7-</w:t>
      </w:r>
      <w:r w:rsidR="008927D9" w:rsidRPr="00A533C4">
        <w:rPr>
          <w:rFonts w:ascii="Times New Roman" w:hAnsi="Times New Roman"/>
          <w:sz w:val="24"/>
          <w:szCs w:val="24"/>
        </w:rPr>
        <w:t>202</w:t>
      </w:r>
      <w:r w:rsidR="00A30675">
        <w:rPr>
          <w:rFonts w:ascii="Times New Roman" w:hAnsi="Times New Roman"/>
          <w:sz w:val="24"/>
          <w:szCs w:val="24"/>
        </w:rPr>
        <w:t>8</w:t>
      </w:r>
    </w:p>
    <w:p w14:paraId="1FC5441B" w14:textId="77777777" w:rsidR="008927D9" w:rsidRPr="00A533C4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6DD27B60" w14:textId="77777777" w:rsidR="0085747A" w:rsidRPr="00A533C4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A533C4">
        <w:rPr>
          <w:szCs w:val="24"/>
        </w:rPr>
        <w:t xml:space="preserve">1. </w:t>
      </w:r>
      <w:r w:rsidR="0085747A" w:rsidRPr="00A533C4">
        <w:rPr>
          <w:szCs w:val="24"/>
        </w:rPr>
        <w:t xml:space="preserve">Podstawowe </w:t>
      </w:r>
      <w:r w:rsidR="00445970" w:rsidRPr="00A533C4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533C4" w14:paraId="3ABD19AB" w14:textId="77777777" w:rsidTr="00301C68">
        <w:trPr>
          <w:trHeight w:val="364"/>
        </w:trPr>
        <w:tc>
          <w:tcPr>
            <w:tcW w:w="2694" w:type="dxa"/>
            <w:vAlign w:val="center"/>
          </w:tcPr>
          <w:p w14:paraId="3ED3FB39" w14:textId="77777777" w:rsidR="0085747A" w:rsidRPr="00A533C4" w:rsidRDefault="00C05F44" w:rsidP="00301C68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59A288" w14:textId="77777777" w:rsidR="0085747A" w:rsidRPr="00A30675" w:rsidRDefault="00011A7F" w:rsidP="00301C68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A30675">
              <w:rPr>
                <w:rFonts w:eastAsia="Times New Roman"/>
                <w:sz w:val="24"/>
                <w:szCs w:val="24"/>
              </w:rPr>
              <w:t xml:space="preserve">Rehabilitacja psychologiczna z elementami </w:t>
            </w:r>
            <w:r w:rsidR="00521B5C" w:rsidRPr="00A30675">
              <w:rPr>
                <w:rFonts w:eastAsia="Times New Roman"/>
                <w:sz w:val="24"/>
                <w:szCs w:val="24"/>
              </w:rPr>
              <w:t xml:space="preserve">rehabilitacji </w:t>
            </w:r>
            <w:r w:rsidRPr="00A30675">
              <w:rPr>
                <w:rFonts w:eastAsia="Times New Roman"/>
                <w:sz w:val="24"/>
                <w:szCs w:val="24"/>
              </w:rPr>
              <w:t>medycznej</w:t>
            </w:r>
          </w:p>
        </w:tc>
      </w:tr>
      <w:tr w:rsidR="0085747A" w:rsidRPr="00A533C4" w14:paraId="6DFB59CB" w14:textId="77777777" w:rsidTr="00B819C8">
        <w:tc>
          <w:tcPr>
            <w:tcW w:w="2694" w:type="dxa"/>
            <w:vAlign w:val="center"/>
          </w:tcPr>
          <w:p w14:paraId="038E7BEF" w14:textId="77777777" w:rsidR="0085747A" w:rsidRPr="00A533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Kod przedmiotu</w:t>
            </w:r>
            <w:r w:rsidR="0085747A" w:rsidRPr="00A533C4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C3525E4" w14:textId="77777777" w:rsidR="0085747A" w:rsidRPr="00A533C4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A533C4" w14:paraId="25165441" w14:textId="77777777" w:rsidTr="00B819C8">
        <w:tc>
          <w:tcPr>
            <w:tcW w:w="2694" w:type="dxa"/>
            <w:vAlign w:val="center"/>
          </w:tcPr>
          <w:p w14:paraId="5EB0A2E7" w14:textId="77777777" w:rsidR="0085747A" w:rsidRPr="00A533C4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N</w:t>
            </w:r>
            <w:r w:rsidR="0085747A" w:rsidRPr="00A533C4">
              <w:rPr>
                <w:sz w:val="24"/>
                <w:szCs w:val="24"/>
              </w:rPr>
              <w:t>azwa</w:t>
            </w:r>
            <w:r w:rsidR="00C05F44" w:rsidRPr="00A533C4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664FF6" w14:textId="77777777" w:rsidR="0085747A" w:rsidRPr="00A533C4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33C4">
              <w:rPr>
                <w:b w:val="0"/>
                <w:sz w:val="24"/>
                <w:szCs w:val="24"/>
              </w:rPr>
              <w:t>Kolegium Nauk Społecznych</w:t>
            </w:r>
            <w:r w:rsidR="00D61FE3" w:rsidRPr="00A533C4">
              <w:rPr>
                <w:b w:val="0"/>
                <w:sz w:val="24"/>
                <w:szCs w:val="24"/>
              </w:rPr>
              <w:t>/Instytut Pedagogiki</w:t>
            </w:r>
          </w:p>
        </w:tc>
      </w:tr>
      <w:tr w:rsidR="0085747A" w:rsidRPr="00A533C4" w14:paraId="51EDEB39" w14:textId="77777777" w:rsidTr="00B819C8">
        <w:tc>
          <w:tcPr>
            <w:tcW w:w="2694" w:type="dxa"/>
            <w:vAlign w:val="center"/>
          </w:tcPr>
          <w:p w14:paraId="64AB0AD1" w14:textId="77777777" w:rsidR="0085747A" w:rsidRPr="00A53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CADF87" w14:textId="77777777" w:rsidR="0085747A" w:rsidRPr="00A533C4" w:rsidRDefault="004F754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33C4">
              <w:rPr>
                <w:b w:val="0"/>
                <w:sz w:val="24"/>
                <w:szCs w:val="24"/>
              </w:rPr>
              <w:t>Katedra Fizjoterapii</w:t>
            </w:r>
          </w:p>
        </w:tc>
      </w:tr>
      <w:tr w:rsidR="0085747A" w:rsidRPr="00A533C4" w14:paraId="0C178A2B" w14:textId="77777777" w:rsidTr="00B819C8">
        <w:tc>
          <w:tcPr>
            <w:tcW w:w="2694" w:type="dxa"/>
            <w:vAlign w:val="center"/>
          </w:tcPr>
          <w:p w14:paraId="2F65D7DA" w14:textId="77777777" w:rsidR="0085747A" w:rsidRPr="00A53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116A07B" w14:textId="77777777" w:rsidR="0085747A" w:rsidRPr="00A533C4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33C4">
              <w:rPr>
                <w:b w:val="0"/>
                <w:sz w:val="24"/>
                <w:szCs w:val="24"/>
              </w:rPr>
              <w:t>P</w:t>
            </w:r>
            <w:r w:rsidR="007849AE" w:rsidRPr="00A533C4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A533C4" w14:paraId="1395A16A" w14:textId="77777777" w:rsidTr="00B819C8">
        <w:tc>
          <w:tcPr>
            <w:tcW w:w="2694" w:type="dxa"/>
            <w:vAlign w:val="center"/>
          </w:tcPr>
          <w:p w14:paraId="7E1C5448" w14:textId="77777777" w:rsidR="0085747A" w:rsidRPr="00A533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DA44FF" w14:textId="77777777" w:rsidR="0085747A" w:rsidRPr="00A533C4" w:rsidRDefault="00A30675" w:rsidP="00A3067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533C4">
              <w:rPr>
                <w:b w:val="0"/>
                <w:sz w:val="24"/>
                <w:szCs w:val="24"/>
              </w:rPr>
              <w:t xml:space="preserve">studia </w:t>
            </w:r>
            <w:r>
              <w:rPr>
                <w:b w:val="0"/>
                <w:sz w:val="24"/>
                <w:szCs w:val="24"/>
              </w:rPr>
              <w:t>j</w:t>
            </w:r>
            <w:r w:rsidR="006B760A" w:rsidRPr="00A533C4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A533C4" w14:paraId="5AA4C329" w14:textId="77777777" w:rsidTr="00B819C8">
        <w:tc>
          <w:tcPr>
            <w:tcW w:w="2694" w:type="dxa"/>
            <w:vAlign w:val="center"/>
          </w:tcPr>
          <w:p w14:paraId="6E5E0A84" w14:textId="77777777" w:rsidR="0085747A" w:rsidRPr="00A53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C64DD6" w14:textId="77777777" w:rsidR="0085747A" w:rsidRPr="00A533C4" w:rsidRDefault="006D71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B760A" w:rsidRPr="00A533C4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A533C4" w14:paraId="11D56028" w14:textId="77777777" w:rsidTr="00B819C8">
        <w:tc>
          <w:tcPr>
            <w:tcW w:w="2694" w:type="dxa"/>
            <w:vAlign w:val="center"/>
          </w:tcPr>
          <w:p w14:paraId="7DDFF37A" w14:textId="77777777" w:rsidR="0085747A" w:rsidRPr="00A53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8C8BA1" w14:textId="77777777" w:rsidR="0085747A" w:rsidRPr="00A533C4" w:rsidRDefault="006D71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F70AB" w:rsidRPr="00A533C4">
              <w:rPr>
                <w:b w:val="0"/>
                <w:sz w:val="24"/>
                <w:szCs w:val="24"/>
              </w:rPr>
              <w:t>tacjonarn</w:t>
            </w:r>
            <w:r w:rsidR="00A91194" w:rsidRPr="00A533C4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A533C4" w14:paraId="1234F61D" w14:textId="77777777" w:rsidTr="00B819C8">
        <w:tc>
          <w:tcPr>
            <w:tcW w:w="2694" w:type="dxa"/>
            <w:vAlign w:val="center"/>
          </w:tcPr>
          <w:p w14:paraId="41D688A4" w14:textId="77777777" w:rsidR="0085747A" w:rsidRPr="00A53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Rok i semestr</w:t>
            </w:r>
            <w:r w:rsidR="0030395F" w:rsidRPr="00A533C4">
              <w:rPr>
                <w:sz w:val="24"/>
                <w:szCs w:val="24"/>
              </w:rPr>
              <w:t>/y</w:t>
            </w:r>
            <w:r w:rsidRPr="00A533C4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44D890" w14:textId="77777777" w:rsidR="0085747A" w:rsidRPr="00A533C4" w:rsidRDefault="00A30675" w:rsidP="00A3067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Vr</w:t>
            </w:r>
            <w:r w:rsidR="007A5260" w:rsidRPr="00A533C4">
              <w:rPr>
                <w:b w:val="0"/>
                <w:sz w:val="24"/>
                <w:szCs w:val="24"/>
              </w:rPr>
              <w:t>ok</w:t>
            </w:r>
            <w:proofErr w:type="spellEnd"/>
            <w:r w:rsidR="007A5260" w:rsidRPr="00A533C4">
              <w:rPr>
                <w:b w:val="0"/>
                <w:sz w:val="24"/>
                <w:szCs w:val="24"/>
              </w:rPr>
              <w:t>, semestr</w:t>
            </w:r>
            <w:r>
              <w:rPr>
                <w:b w:val="0"/>
                <w:sz w:val="24"/>
                <w:szCs w:val="24"/>
              </w:rPr>
              <w:t xml:space="preserve"> 9</w:t>
            </w:r>
          </w:p>
        </w:tc>
      </w:tr>
      <w:tr w:rsidR="0085747A" w:rsidRPr="00A533C4" w14:paraId="49A7ED8D" w14:textId="77777777" w:rsidTr="00B819C8">
        <w:tc>
          <w:tcPr>
            <w:tcW w:w="2694" w:type="dxa"/>
            <w:vAlign w:val="center"/>
          </w:tcPr>
          <w:p w14:paraId="14D27C4C" w14:textId="77777777" w:rsidR="0085747A" w:rsidRPr="00A53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F72734" w14:textId="77777777" w:rsidR="0085747A" w:rsidRPr="00A533C4" w:rsidRDefault="00A3067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przedmiot kształcenia k</w:t>
            </w:r>
            <w:r w:rsidR="008F70AB" w:rsidRPr="00A533C4">
              <w:rPr>
                <w:b w:val="0"/>
                <w:sz w:val="24"/>
                <w:szCs w:val="24"/>
              </w:rPr>
              <w:t>ierunkow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923D7D" w:rsidRPr="00A533C4" w14:paraId="7C8412F3" w14:textId="77777777" w:rsidTr="00B819C8">
        <w:tc>
          <w:tcPr>
            <w:tcW w:w="2694" w:type="dxa"/>
            <w:vAlign w:val="center"/>
          </w:tcPr>
          <w:p w14:paraId="4A511722" w14:textId="77777777" w:rsidR="00923D7D" w:rsidRPr="00A533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F1562F" w14:textId="77777777" w:rsidR="00923D7D" w:rsidRPr="00A533C4" w:rsidRDefault="006D71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F70AB" w:rsidRPr="00A533C4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A533C4" w14:paraId="006ADEEE" w14:textId="77777777" w:rsidTr="00B819C8">
        <w:tc>
          <w:tcPr>
            <w:tcW w:w="2694" w:type="dxa"/>
            <w:vAlign w:val="center"/>
          </w:tcPr>
          <w:p w14:paraId="71D7F839" w14:textId="77777777" w:rsidR="0085747A" w:rsidRPr="00A53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5A9DF8" w14:textId="77777777" w:rsidR="0085747A" w:rsidRPr="00A533C4" w:rsidRDefault="006D71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6B760A" w:rsidRPr="00A533C4">
              <w:rPr>
                <w:b w:val="0"/>
                <w:sz w:val="24"/>
                <w:szCs w:val="24"/>
              </w:rPr>
              <w:t>r hab. Mariusz Drużbicki, prof. UR</w:t>
            </w:r>
          </w:p>
        </w:tc>
      </w:tr>
      <w:tr w:rsidR="0085747A" w:rsidRPr="00A533C4" w14:paraId="6E53E345" w14:textId="77777777" w:rsidTr="00B819C8">
        <w:tc>
          <w:tcPr>
            <w:tcW w:w="2694" w:type="dxa"/>
            <w:vAlign w:val="center"/>
          </w:tcPr>
          <w:p w14:paraId="1EF70DE8" w14:textId="77777777" w:rsidR="0085747A" w:rsidRPr="00A53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DD2EAA" w14:textId="77777777" w:rsidR="0085747A" w:rsidRPr="00A533C4" w:rsidRDefault="006D71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C33777" w:rsidRPr="00A533C4">
              <w:rPr>
                <w:b w:val="0"/>
                <w:sz w:val="24"/>
                <w:szCs w:val="24"/>
              </w:rPr>
              <w:t xml:space="preserve">r hab. </w:t>
            </w:r>
            <w:r w:rsidR="00122559" w:rsidRPr="00A533C4">
              <w:rPr>
                <w:b w:val="0"/>
                <w:sz w:val="24"/>
                <w:szCs w:val="24"/>
              </w:rPr>
              <w:t>Mariusz Drużbicki</w:t>
            </w:r>
            <w:r w:rsidR="00C33777" w:rsidRPr="00A533C4">
              <w:rPr>
                <w:b w:val="0"/>
                <w:sz w:val="24"/>
                <w:szCs w:val="24"/>
              </w:rPr>
              <w:t>, prof. UR</w:t>
            </w:r>
          </w:p>
        </w:tc>
      </w:tr>
    </w:tbl>
    <w:p w14:paraId="2342B668" w14:textId="77777777" w:rsidR="00923D7D" w:rsidRPr="00A533C4" w:rsidRDefault="00122559" w:rsidP="00122559">
      <w:pPr>
        <w:pStyle w:val="Podpunkty"/>
        <w:tabs>
          <w:tab w:val="left" w:pos="7800"/>
        </w:tabs>
        <w:ind w:left="0"/>
        <w:rPr>
          <w:sz w:val="24"/>
          <w:szCs w:val="24"/>
        </w:rPr>
      </w:pPr>
      <w:r w:rsidRPr="00A533C4">
        <w:rPr>
          <w:sz w:val="24"/>
          <w:szCs w:val="24"/>
        </w:rPr>
        <w:tab/>
      </w:r>
    </w:p>
    <w:p w14:paraId="515C780A" w14:textId="77777777" w:rsidR="0085747A" w:rsidRPr="00A533C4" w:rsidRDefault="0085747A" w:rsidP="009C54AE">
      <w:pPr>
        <w:pStyle w:val="Podpunkty"/>
        <w:ind w:left="284"/>
        <w:rPr>
          <w:sz w:val="24"/>
          <w:szCs w:val="24"/>
        </w:rPr>
      </w:pPr>
      <w:r w:rsidRPr="00A533C4">
        <w:rPr>
          <w:sz w:val="24"/>
          <w:szCs w:val="24"/>
        </w:rPr>
        <w:t>1.</w:t>
      </w:r>
      <w:r w:rsidR="00E22FBC" w:rsidRPr="00A533C4">
        <w:rPr>
          <w:sz w:val="24"/>
          <w:szCs w:val="24"/>
        </w:rPr>
        <w:t>1</w:t>
      </w:r>
      <w:r w:rsidRPr="00A533C4">
        <w:rPr>
          <w:sz w:val="24"/>
          <w:szCs w:val="24"/>
        </w:rPr>
        <w:t xml:space="preserve">.Formy zajęć dydaktycznych, wymiar godzin i punktów ECTS </w:t>
      </w:r>
    </w:p>
    <w:p w14:paraId="637603AD" w14:textId="77777777" w:rsidR="00923D7D" w:rsidRPr="00A533C4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13"/>
        <w:gridCol w:w="789"/>
        <w:gridCol w:w="863"/>
        <w:gridCol w:w="801"/>
        <w:gridCol w:w="820"/>
        <w:gridCol w:w="763"/>
        <w:gridCol w:w="948"/>
        <w:gridCol w:w="1191"/>
        <w:gridCol w:w="1507"/>
      </w:tblGrid>
      <w:tr w:rsidR="00015B8F" w:rsidRPr="00A533C4" w14:paraId="1AA6D58C" w14:textId="77777777" w:rsidTr="005F51E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0134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33C4">
              <w:rPr>
                <w:szCs w:val="24"/>
              </w:rPr>
              <w:t>Semestr</w:t>
            </w:r>
          </w:p>
          <w:p w14:paraId="33D2FD4F" w14:textId="77777777" w:rsidR="00015B8F" w:rsidRPr="00A533C4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33C4">
              <w:rPr>
                <w:szCs w:val="24"/>
              </w:rPr>
              <w:t>(</w:t>
            </w:r>
            <w:r w:rsidR="00363F78" w:rsidRPr="00A533C4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9C3C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533C4">
              <w:rPr>
                <w:szCs w:val="24"/>
              </w:rPr>
              <w:t>Wykł</w:t>
            </w:r>
            <w:proofErr w:type="spellEnd"/>
            <w:r w:rsidRPr="00A533C4">
              <w:rPr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29026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33C4">
              <w:rPr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E04B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533C4">
              <w:rPr>
                <w:szCs w:val="24"/>
              </w:rPr>
              <w:t>Konw</w:t>
            </w:r>
            <w:proofErr w:type="spellEnd"/>
            <w:r w:rsidRPr="00A533C4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5298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33C4">
              <w:rPr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77A5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533C4">
              <w:rPr>
                <w:szCs w:val="24"/>
              </w:rPr>
              <w:t>Sem</w:t>
            </w:r>
            <w:proofErr w:type="spellEnd"/>
            <w:r w:rsidRPr="00A533C4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DA78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33C4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0C27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A533C4">
              <w:rPr>
                <w:szCs w:val="24"/>
              </w:rPr>
              <w:t>Prakt</w:t>
            </w:r>
            <w:proofErr w:type="spellEnd"/>
            <w:r w:rsidRPr="00A533C4">
              <w:rPr>
                <w:szCs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16DA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533C4">
              <w:rPr>
                <w:szCs w:val="24"/>
              </w:rPr>
              <w:t>Inne (jakie?)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6524" w14:textId="77777777" w:rsidR="00015B8F" w:rsidRPr="00A533C4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A533C4">
              <w:rPr>
                <w:b/>
                <w:szCs w:val="24"/>
              </w:rPr>
              <w:t>Liczba pkt</w:t>
            </w:r>
            <w:r w:rsidR="00B90885" w:rsidRPr="00A533C4">
              <w:rPr>
                <w:b/>
                <w:szCs w:val="24"/>
              </w:rPr>
              <w:t>.</w:t>
            </w:r>
            <w:r w:rsidRPr="00A533C4">
              <w:rPr>
                <w:b/>
                <w:szCs w:val="24"/>
              </w:rPr>
              <w:t xml:space="preserve"> ECTS</w:t>
            </w:r>
          </w:p>
        </w:tc>
      </w:tr>
      <w:tr w:rsidR="00015B8F" w:rsidRPr="00A533C4" w14:paraId="0CF41B1F" w14:textId="77777777" w:rsidTr="00A30675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0992" w14:textId="77777777" w:rsidR="00015B8F" w:rsidRPr="00A533C4" w:rsidRDefault="00A30675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D1DE" w14:textId="77777777" w:rsidR="00015B8F" w:rsidRPr="00A533C4" w:rsidRDefault="00011A7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3BD2" w14:textId="77777777" w:rsidR="00015B8F" w:rsidRPr="00A533C4" w:rsidRDefault="00011A7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98AA" w14:textId="77777777" w:rsidR="00015B8F" w:rsidRPr="00A533C4" w:rsidRDefault="00015B8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A67F" w14:textId="77777777" w:rsidR="00015B8F" w:rsidRPr="00A533C4" w:rsidRDefault="00015B8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3B5E" w14:textId="77777777" w:rsidR="00015B8F" w:rsidRPr="00A533C4" w:rsidRDefault="00015B8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47D5" w14:textId="77777777" w:rsidR="00015B8F" w:rsidRPr="00A533C4" w:rsidRDefault="00015B8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A98B" w14:textId="77777777" w:rsidR="00015B8F" w:rsidRPr="00A533C4" w:rsidRDefault="00015B8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1A62" w14:textId="77777777" w:rsidR="00015B8F" w:rsidRPr="00A533C4" w:rsidRDefault="00015B8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CFC2" w14:textId="77777777" w:rsidR="00015B8F" w:rsidRPr="00A533C4" w:rsidRDefault="00011A7F" w:rsidP="00A30675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BC13F58" w14:textId="77777777" w:rsidR="00923D7D" w:rsidRPr="00A533C4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0FA7C699" w14:textId="77777777" w:rsidR="00923D7D" w:rsidRPr="00A533C4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27A94D4" w14:textId="77777777" w:rsidR="0085747A" w:rsidRPr="00A533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533C4">
        <w:rPr>
          <w:smallCaps w:val="0"/>
          <w:szCs w:val="24"/>
        </w:rPr>
        <w:t>1.</w:t>
      </w:r>
      <w:r w:rsidR="00E22FBC" w:rsidRPr="00A533C4">
        <w:rPr>
          <w:smallCaps w:val="0"/>
          <w:szCs w:val="24"/>
        </w:rPr>
        <w:t>2</w:t>
      </w:r>
      <w:r w:rsidR="00F83B28" w:rsidRPr="00A533C4">
        <w:rPr>
          <w:smallCaps w:val="0"/>
          <w:szCs w:val="24"/>
        </w:rPr>
        <w:t>.</w:t>
      </w:r>
      <w:r w:rsidR="00F83B28" w:rsidRPr="00A533C4">
        <w:rPr>
          <w:smallCaps w:val="0"/>
          <w:szCs w:val="24"/>
        </w:rPr>
        <w:tab/>
      </w:r>
      <w:r w:rsidRPr="00A533C4">
        <w:rPr>
          <w:smallCaps w:val="0"/>
          <w:szCs w:val="24"/>
        </w:rPr>
        <w:t xml:space="preserve">Sposób realizacji zajęć  </w:t>
      </w:r>
    </w:p>
    <w:p w14:paraId="23AC5A2A" w14:textId="77777777" w:rsidR="0085747A" w:rsidRPr="00A533C4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A533C4">
        <w:rPr>
          <w:rFonts w:eastAsia="MS Gothic"/>
          <w:b w:val="0"/>
          <w:szCs w:val="24"/>
          <w:u w:val="single"/>
        </w:rPr>
        <w:t>X</w:t>
      </w:r>
      <w:r w:rsidR="0085747A" w:rsidRPr="00A533C4">
        <w:rPr>
          <w:b w:val="0"/>
          <w:smallCaps w:val="0"/>
          <w:szCs w:val="24"/>
          <w:u w:val="single"/>
        </w:rPr>
        <w:t xml:space="preserve"> zajęcia w formie tradycyjnej </w:t>
      </w:r>
    </w:p>
    <w:p w14:paraId="260BCC3C" w14:textId="77777777" w:rsidR="0085747A" w:rsidRPr="00A533C4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533C4">
        <w:rPr>
          <w:rFonts w:ascii="Segoe UI Symbol" w:eastAsia="MS Gothic" w:hAnsi="Segoe UI Symbol" w:cs="Segoe UI Symbol"/>
          <w:b w:val="0"/>
          <w:szCs w:val="24"/>
        </w:rPr>
        <w:t>☐</w:t>
      </w:r>
      <w:r w:rsidRPr="00A533C4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A6DE82" w14:textId="77777777" w:rsidR="0085747A" w:rsidRPr="00A533C4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75B2EA5B" w14:textId="77777777" w:rsidR="007916D1" w:rsidRPr="00301C6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A533C4">
        <w:rPr>
          <w:smallCaps w:val="0"/>
          <w:szCs w:val="24"/>
        </w:rPr>
        <w:t xml:space="preserve">1.3 </w:t>
      </w:r>
      <w:r w:rsidR="00F83B28" w:rsidRPr="00A533C4">
        <w:rPr>
          <w:smallCaps w:val="0"/>
          <w:szCs w:val="24"/>
        </w:rPr>
        <w:tab/>
      </w:r>
      <w:r w:rsidRPr="00A533C4">
        <w:rPr>
          <w:smallCaps w:val="0"/>
          <w:szCs w:val="24"/>
        </w:rPr>
        <w:t>For</w:t>
      </w:r>
      <w:r w:rsidR="00301C68">
        <w:rPr>
          <w:smallCaps w:val="0"/>
          <w:szCs w:val="24"/>
        </w:rPr>
        <w:t xml:space="preserve">ma zaliczenia przedmiotu (z toku): </w:t>
      </w:r>
      <w:r w:rsidR="006B760A" w:rsidRPr="00A533C4">
        <w:rPr>
          <w:b w:val="0"/>
          <w:bCs/>
          <w:smallCaps w:val="0"/>
          <w:szCs w:val="24"/>
        </w:rPr>
        <w:t>Egzamin</w:t>
      </w:r>
    </w:p>
    <w:p w14:paraId="6BD589AF" w14:textId="77777777" w:rsidR="00E960BB" w:rsidRPr="00A533C4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7A0FFCAD" w14:textId="77777777" w:rsidR="00FD3D21" w:rsidRPr="00301C68" w:rsidRDefault="0085747A" w:rsidP="009C54AE">
      <w:pPr>
        <w:pStyle w:val="Punktygwne"/>
        <w:spacing w:before="0" w:after="0"/>
        <w:rPr>
          <w:szCs w:val="24"/>
        </w:rPr>
      </w:pPr>
      <w:r w:rsidRPr="00A533C4">
        <w:rPr>
          <w:szCs w:val="24"/>
        </w:rPr>
        <w:t>2.Wymagania wstępne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61FE3" w:rsidRPr="00A533C4" w14:paraId="6544CD20" w14:textId="77777777" w:rsidTr="00745302">
        <w:tc>
          <w:tcPr>
            <w:tcW w:w="9670" w:type="dxa"/>
          </w:tcPr>
          <w:p w14:paraId="525D6DA9" w14:textId="77777777" w:rsidR="0085747A" w:rsidRPr="00A533C4" w:rsidRDefault="008A4CD4" w:rsidP="008A4CD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3C4">
              <w:rPr>
                <w:rFonts w:ascii="Times New Roman" w:hAnsi="Times New Roman"/>
                <w:bCs/>
                <w:sz w:val="24"/>
                <w:szCs w:val="24"/>
              </w:rPr>
              <w:t>Wiedza z zakresu przedmiotów realizowanych we wcześniejszych semestrach</w:t>
            </w:r>
            <w:r w:rsidR="002D5973">
              <w:rPr>
                <w:rFonts w:ascii="Times New Roman" w:hAnsi="Times New Roman"/>
                <w:bCs/>
                <w:sz w:val="24"/>
                <w:szCs w:val="24"/>
              </w:rPr>
              <w:t xml:space="preserve"> dotyczących tematyki</w:t>
            </w:r>
            <w:r w:rsidRPr="00A533C4">
              <w:rPr>
                <w:rFonts w:ascii="Times New Roman" w:hAnsi="Times New Roman"/>
                <w:bCs/>
                <w:sz w:val="24"/>
                <w:szCs w:val="24"/>
              </w:rPr>
              <w:t>: Biologiczne mechanizmy zachowania, Podstawy genetyki człowieka,</w:t>
            </w:r>
            <w:r w:rsidR="002D5973">
              <w:rPr>
                <w:rFonts w:ascii="Times New Roman" w:hAnsi="Times New Roman"/>
                <w:bCs/>
                <w:sz w:val="24"/>
                <w:szCs w:val="24"/>
              </w:rPr>
              <w:t xml:space="preserve"> Psychologia rozwoju człowieka. </w:t>
            </w:r>
            <w:r w:rsidRPr="00A533C4">
              <w:rPr>
                <w:rFonts w:ascii="Times New Roman" w:hAnsi="Times New Roman"/>
                <w:bCs/>
                <w:sz w:val="24"/>
                <w:szCs w:val="24"/>
              </w:rPr>
              <w:t>Podstawy pomocy psychologicznej</w:t>
            </w:r>
          </w:p>
        </w:tc>
      </w:tr>
    </w:tbl>
    <w:p w14:paraId="1B7E3193" w14:textId="77777777" w:rsidR="00FD3D21" w:rsidRDefault="00FD3D21" w:rsidP="009C54AE">
      <w:pPr>
        <w:pStyle w:val="Punktygwne"/>
        <w:spacing w:before="0" w:after="0"/>
        <w:rPr>
          <w:szCs w:val="24"/>
        </w:rPr>
      </w:pPr>
    </w:p>
    <w:p w14:paraId="53408BEC" w14:textId="77777777" w:rsidR="00A30675" w:rsidRDefault="0071620A" w:rsidP="00FD3D21">
      <w:pPr>
        <w:pStyle w:val="Punktygwne"/>
        <w:spacing w:before="0" w:after="0"/>
        <w:rPr>
          <w:szCs w:val="24"/>
        </w:rPr>
      </w:pPr>
      <w:r w:rsidRPr="00A533C4">
        <w:rPr>
          <w:szCs w:val="24"/>
        </w:rPr>
        <w:t>3.</w:t>
      </w:r>
      <w:r w:rsidR="00A84C85" w:rsidRPr="00A533C4">
        <w:rPr>
          <w:szCs w:val="24"/>
        </w:rPr>
        <w:t>cele, efekty uczenia się</w:t>
      </w:r>
      <w:r w:rsidR="0085747A" w:rsidRPr="00A533C4">
        <w:rPr>
          <w:szCs w:val="24"/>
        </w:rPr>
        <w:t>, treści Programowe i stosowane metody Dydaktyczne</w:t>
      </w:r>
    </w:p>
    <w:p w14:paraId="6E44CD6D" w14:textId="77777777" w:rsidR="00A30675" w:rsidRDefault="00A30675" w:rsidP="009C54AE">
      <w:pPr>
        <w:pStyle w:val="Podpunkty"/>
        <w:rPr>
          <w:sz w:val="24"/>
          <w:szCs w:val="24"/>
        </w:rPr>
      </w:pPr>
    </w:p>
    <w:p w14:paraId="6089AFA1" w14:textId="77777777" w:rsidR="00D35B76" w:rsidRPr="00A533C4" w:rsidRDefault="0071620A" w:rsidP="009C54AE">
      <w:pPr>
        <w:pStyle w:val="Podpunkty"/>
        <w:rPr>
          <w:sz w:val="24"/>
          <w:szCs w:val="24"/>
        </w:rPr>
      </w:pPr>
      <w:r w:rsidRPr="00A533C4">
        <w:rPr>
          <w:sz w:val="24"/>
          <w:szCs w:val="24"/>
        </w:rPr>
        <w:t xml:space="preserve">3.1 </w:t>
      </w:r>
      <w:r w:rsidR="00C05F44" w:rsidRPr="00A533C4">
        <w:rPr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A533C4" w14:paraId="03A98326" w14:textId="77777777" w:rsidTr="00D3212A">
        <w:tc>
          <w:tcPr>
            <w:tcW w:w="672" w:type="dxa"/>
            <w:vAlign w:val="center"/>
          </w:tcPr>
          <w:p w14:paraId="1D239605" w14:textId="77777777" w:rsidR="00D35B76" w:rsidRPr="00A533C4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33C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793F122F" w14:textId="77777777" w:rsidR="00D35B76" w:rsidRPr="00A533C4" w:rsidRDefault="000D584D" w:rsidP="00E174F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3C4">
              <w:rPr>
                <w:rFonts w:ascii="Times New Roman" w:hAnsi="Times New Roman"/>
                <w:bCs/>
                <w:sz w:val="24"/>
                <w:szCs w:val="24"/>
              </w:rPr>
              <w:t xml:space="preserve">Zdobycie wiedzy i umiejętności pracy z pacjentem, personelem medycznym i rodzinami </w:t>
            </w:r>
            <w:r w:rsidRPr="00A533C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pacjentów leczonych w oddziałach rehabilitacji osób dorosłych oraz dzieci i młodzieży</w:t>
            </w:r>
          </w:p>
        </w:tc>
      </w:tr>
      <w:tr w:rsidR="00D35B76" w:rsidRPr="00A533C4" w14:paraId="12C436D0" w14:textId="77777777" w:rsidTr="00D3212A">
        <w:tc>
          <w:tcPr>
            <w:tcW w:w="672" w:type="dxa"/>
            <w:vAlign w:val="center"/>
          </w:tcPr>
          <w:p w14:paraId="1918F5D7" w14:textId="77777777" w:rsidR="00D35B76" w:rsidRPr="00A533C4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533C4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6D9BF2F3" w14:textId="77777777" w:rsidR="00D35B76" w:rsidRPr="00A533C4" w:rsidRDefault="000D584D" w:rsidP="003A6D8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3C4">
              <w:rPr>
                <w:rFonts w:ascii="Times New Roman" w:hAnsi="Times New Roman"/>
                <w:bCs/>
                <w:sz w:val="24"/>
                <w:szCs w:val="24"/>
              </w:rPr>
              <w:t>Zdobycie wiedzy o procesie rehabilitacji medycznej osób z chorobami i urazami narządu ruchu, osobami z chorobami internistycznymi</w:t>
            </w:r>
            <w:r w:rsidR="00570F36" w:rsidRPr="00A533C4">
              <w:rPr>
                <w:rFonts w:ascii="Times New Roman" w:hAnsi="Times New Roman"/>
                <w:bCs/>
                <w:sz w:val="24"/>
                <w:szCs w:val="24"/>
              </w:rPr>
              <w:t>. Powiązanie rehabilitacji medycznej i psychologicznej</w:t>
            </w:r>
          </w:p>
        </w:tc>
      </w:tr>
      <w:tr w:rsidR="00D35B76" w:rsidRPr="00A533C4" w14:paraId="4F9E5399" w14:textId="77777777" w:rsidTr="00D3212A">
        <w:tc>
          <w:tcPr>
            <w:tcW w:w="672" w:type="dxa"/>
            <w:vAlign w:val="center"/>
          </w:tcPr>
          <w:p w14:paraId="0C7777A6" w14:textId="77777777" w:rsidR="00D35B76" w:rsidRPr="00A533C4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33C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5E35C39D" w14:textId="77777777" w:rsidR="00D35B76" w:rsidRPr="00A533C4" w:rsidRDefault="006B554A" w:rsidP="003A6D8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533C4">
              <w:rPr>
                <w:rFonts w:ascii="Times New Roman" w:hAnsi="Times New Roman"/>
                <w:bCs/>
                <w:sz w:val="24"/>
                <w:szCs w:val="24"/>
              </w:rPr>
              <w:t>Uświadomienie roli psychologa w procesie roli rehabilitacji medycznej</w:t>
            </w:r>
          </w:p>
        </w:tc>
      </w:tr>
      <w:tr w:rsidR="00D35B76" w:rsidRPr="00A533C4" w14:paraId="51D73DFF" w14:textId="77777777" w:rsidTr="00D3212A">
        <w:tc>
          <w:tcPr>
            <w:tcW w:w="672" w:type="dxa"/>
            <w:vAlign w:val="center"/>
          </w:tcPr>
          <w:p w14:paraId="07F9EE33" w14:textId="77777777" w:rsidR="00D35B76" w:rsidRPr="00A533C4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33C4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1A33D74C" w14:textId="77777777" w:rsidR="00D35B76" w:rsidRPr="00A533C4" w:rsidRDefault="006B554A" w:rsidP="00E174FD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A533C4">
              <w:rPr>
                <w:b w:val="0"/>
                <w:bCs/>
                <w:sz w:val="24"/>
                <w:szCs w:val="24"/>
              </w:rPr>
              <w:t xml:space="preserve">Stymulacja do rozszerzania wiedzy dotyczącej specyfiki rehabilitacji medycznej oraz </w:t>
            </w:r>
            <w:r w:rsidR="009D3656" w:rsidRPr="00A533C4">
              <w:rPr>
                <w:b w:val="0"/>
                <w:bCs/>
                <w:sz w:val="24"/>
                <w:szCs w:val="24"/>
              </w:rPr>
              <w:t>wiedzy psychologicznej niezbędnej do rozumienia roli i procesu rehabilitacji medycznej dla zdrowia pacjenta.</w:t>
            </w:r>
          </w:p>
        </w:tc>
      </w:tr>
      <w:tr w:rsidR="00570F36" w:rsidRPr="00A533C4" w14:paraId="6B0A3644" w14:textId="77777777" w:rsidTr="00D3212A">
        <w:tc>
          <w:tcPr>
            <w:tcW w:w="672" w:type="dxa"/>
            <w:vAlign w:val="center"/>
          </w:tcPr>
          <w:p w14:paraId="4972531A" w14:textId="77777777" w:rsidR="00570F36" w:rsidRPr="00A533C4" w:rsidRDefault="00570F3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533C4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41EAE2C3" w14:textId="77777777" w:rsidR="00570F36" w:rsidRPr="00A533C4" w:rsidRDefault="00570F3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A533C4">
              <w:rPr>
                <w:b w:val="0"/>
                <w:bCs/>
                <w:sz w:val="24"/>
                <w:szCs w:val="24"/>
              </w:rPr>
              <w:t>Kształcenie podstawowych kompetencji w zakresie rehabilitacji medycznej</w:t>
            </w:r>
          </w:p>
        </w:tc>
      </w:tr>
    </w:tbl>
    <w:p w14:paraId="01D0D055" w14:textId="77777777" w:rsidR="00D35B76" w:rsidRPr="00A533C4" w:rsidRDefault="00D35B76" w:rsidP="009C54AE">
      <w:pPr>
        <w:pStyle w:val="Podpunkty"/>
        <w:rPr>
          <w:sz w:val="24"/>
          <w:szCs w:val="24"/>
        </w:rPr>
      </w:pPr>
    </w:p>
    <w:p w14:paraId="42D509A5" w14:textId="77777777" w:rsidR="001132F3" w:rsidRPr="00A533C4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533C4">
        <w:rPr>
          <w:rFonts w:ascii="Times New Roman" w:hAnsi="Times New Roman"/>
          <w:b/>
          <w:sz w:val="24"/>
          <w:szCs w:val="24"/>
        </w:rPr>
        <w:t>3.2 Efekty uczenia się dla przedmiotu</w:t>
      </w:r>
    </w:p>
    <w:p w14:paraId="01DFE4B3" w14:textId="77777777" w:rsidR="00F83B28" w:rsidRPr="00A533C4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6"/>
        <w:gridCol w:w="1864"/>
      </w:tblGrid>
      <w:tr w:rsidR="00D35B76" w:rsidRPr="00A533C4" w14:paraId="5AA31149" w14:textId="77777777" w:rsidTr="00456DEF">
        <w:tc>
          <w:tcPr>
            <w:tcW w:w="1560" w:type="dxa"/>
          </w:tcPr>
          <w:p w14:paraId="055564C6" w14:textId="77777777" w:rsidR="00D35B76" w:rsidRPr="00A533C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smallCaps w:val="0"/>
                <w:szCs w:val="24"/>
              </w:rPr>
              <w:t>EK</w:t>
            </w:r>
            <w:r w:rsidRPr="00A533C4">
              <w:rPr>
                <w:b w:val="0"/>
                <w:smallCaps w:val="0"/>
                <w:szCs w:val="24"/>
              </w:rPr>
              <w:t xml:space="preserve"> ( efekt </w:t>
            </w:r>
            <w:r w:rsidR="00A30675">
              <w:rPr>
                <w:b w:val="0"/>
                <w:smallCaps w:val="0"/>
                <w:szCs w:val="24"/>
              </w:rPr>
              <w:t>uczenia się</w:t>
            </w:r>
            <w:r w:rsidRPr="00A533C4">
              <w:rPr>
                <w:b w:val="0"/>
                <w:smallCaps w:val="0"/>
                <w:szCs w:val="24"/>
              </w:rPr>
              <w:t>)</w:t>
            </w:r>
          </w:p>
          <w:p w14:paraId="3807A6D2" w14:textId="77777777" w:rsidR="00D35B76" w:rsidRPr="00A533C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8979B2D" w14:textId="77777777" w:rsidR="00D35B76" w:rsidRPr="00A30675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0675">
              <w:rPr>
                <w:b w:val="0"/>
                <w:smallCaps w:val="0"/>
                <w:szCs w:val="24"/>
              </w:rPr>
              <w:t xml:space="preserve">Treść efektu </w:t>
            </w:r>
            <w:r w:rsidR="00A30675" w:rsidRPr="00A30675">
              <w:rPr>
                <w:b w:val="0"/>
                <w:smallCaps w:val="0"/>
                <w:szCs w:val="24"/>
              </w:rPr>
              <w:t>uczenia się</w:t>
            </w:r>
            <w:r w:rsidRPr="00A30675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A30675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0B28D030" w14:textId="77777777" w:rsidR="00960011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7C775D0" w14:textId="77777777" w:rsidR="00301C68" w:rsidRPr="00A30675" w:rsidRDefault="00301C68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</w:tcPr>
          <w:p w14:paraId="79FF8520" w14:textId="77777777" w:rsidR="00D35B76" w:rsidRPr="00A533C4" w:rsidRDefault="00D35B76" w:rsidP="00A3067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Odniesienie do efektów  kierunkowych</w:t>
            </w:r>
            <w:r w:rsidR="00A30675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97046" w:rsidRPr="00A533C4" w14:paraId="353BC412" w14:textId="77777777" w:rsidTr="00456DEF">
        <w:trPr>
          <w:trHeight w:val="585"/>
        </w:trPr>
        <w:tc>
          <w:tcPr>
            <w:tcW w:w="1560" w:type="dxa"/>
          </w:tcPr>
          <w:p w14:paraId="3CDB16AE" w14:textId="77777777" w:rsidR="00797046" w:rsidRPr="00A533C4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EK_01</w:t>
            </w:r>
          </w:p>
          <w:p w14:paraId="3C01E009" w14:textId="77777777" w:rsidR="00797046" w:rsidRPr="00A533C4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FC9668" w14:textId="77777777" w:rsidR="00797046" w:rsidRPr="00A30675" w:rsidRDefault="00A30675" w:rsidP="00797046">
            <w:pPr>
              <w:pStyle w:val="Bezodstpw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  <w:r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m</w:t>
            </w:r>
            <w:r w:rsidR="00E65DE6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a </w:t>
            </w:r>
            <w:r w:rsidR="00EC6049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rozszerzoną wiedzę o celach, organizacji i funkcjonowaniu </w:t>
            </w:r>
            <w:r w:rsidR="00E65DE6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ośrodków rehabilitacji medycznej ze szczególnym uwzględnieniem zadań psychologów w nich pracujących</w:t>
            </w:r>
          </w:p>
        </w:tc>
        <w:tc>
          <w:tcPr>
            <w:tcW w:w="1864" w:type="dxa"/>
          </w:tcPr>
          <w:p w14:paraId="2B22E528" w14:textId="77777777" w:rsidR="00C33777" w:rsidRPr="00A533C4" w:rsidRDefault="00C33777" w:rsidP="008A4CD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A533C4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K_W17</w:t>
            </w:r>
          </w:p>
          <w:p w14:paraId="74BDED0B" w14:textId="77777777" w:rsidR="00797046" w:rsidRPr="00A533C4" w:rsidRDefault="00797046" w:rsidP="008A4CD4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AF4EE4" w:rsidRPr="00A533C4" w14:paraId="16BF9B52" w14:textId="77777777" w:rsidTr="00456DEF">
        <w:trPr>
          <w:trHeight w:val="585"/>
        </w:trPr>
        <w:tc>
          <w:tcPr>
            <w:tcW w:w="1560" w:type="dxa"/>
          </w:tcPr>
          <w:p w14:paraId="50DDB0CB" w14:textId="77777777" w:rsidR="00AF4EE4" w:rsidRPr="00A533C4" w:rsidRDefault="00E534E2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</w:t>
            </w:r>
            <w:r w:rsidR="001C44CD" w:rsidRPr="00A533C4">
              <w:rPr>
                <w:b w:val="0"/>
                <w:smallCaps w:val="0"/>
                <w:szCs w:val="24"/>
              </w:rPr>
              <w:t>0</w:t>
            </w:r>
            <w:r w:rsidRPr="00A533C4"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D435CF" w14:textId="7DA3DB3A" w:rsidR="00AF4EE4" w:rsidRPr="00A30675" w:rsidRDefault="000A25CB" w:rsidP="00797046">
            <w:pPr>
              <w:pStyle w:val="Bezodstpw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s</w:t>
            </w:r>
            <w:r w:rsidR="00FE67E3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zczegółowo </w:t>
            </w:r>
            <w:r w:rsidR="00A30675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d</w:t>
            </w:r>
            <w:r w:rsidR="00AF4EE4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efiniuje  terminy z dziedziny nauk medycznych, podaje przyczyny, opisuje objawy</w:t>
            </w:r>
            <w:r w:rsidR="00301C6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chorób, w przypadku </w:t>
            </w:r>
            <w:r w:rsidR="009D3656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których prowadzona jest rehabilitacja medyczna. Podaje</w:t>
            </w:r>
            <w:r w:rsidR="00AF4EE4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zasady leczenia podstawowych jednostek chorobowych</w:t>
            </w:r>
            <w:r w:rsidR="00301C6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, w przypadku</w:t>
            </w:r>
            <w:r w:rsidR="009D3656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których prowadzona jest rehabilitacja medyczna</w:t>
            </w:r>
          </w:p>
        </w:tc>
        <w:tc>
          <w:tcPr>
            <w:tcW w:w="1864" w:type="dxa"/>
          </w:tcPr>
          <w:p w14:paraId="5F212CC6" w14:textId="77777777" w:rsidR="00AF4EE4" w:rsidRPr="00A533C4" w:rsidRDefault="00C33777" w:rsidP="00E40B2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</w:pPr>
            <w:r w:rsidRPr="00A533C4"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K</w:t>
            </w:r>
            <w:r w:rsidR="00E40B21"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_</w:t>
            </w:r>
            <w:r w:rsidRPr="00A533C4"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W18</w:t>
            </w:r>
          </w:p>
        </w:tc>
      </w:tr>
      <w:tr w:rsidR="00AF4EE4" w:rsidRPr="00A533C4" w14:paraId="2742645C" w14:textId="77777777" w:rsidTr="00456DEF">
        <w:trPr>
          <w:trHeight w:val="585"/>
        </w:trPr>
        <w:tc>
          <w:tcPr>
            <w:tcW w:w="1560" w:type="dxa"/>
          </w:tcPr>
          <w:p w14:paraId="4FB66823" w14:textId="77777777" w:rsidR="00AF4EE4" w:rsidRPr="00A533C4" w:rsidRDefault="00E534E2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</w:t>
            </w:r>
            <w:r w:rsidR="001C44CD" w:rsidRPr="00A533C4">
              <w:rPr>
                <w:b w:val="0"/>
                <w:smallCaps w:val="0"/>
                <w:szCs w:val="24"/>
              </w:rPr>
              <w:t>0</w:t>
            </w:r>
            <w:r w:rsidRPr="00A533C4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5EE45" w14:textId="331A4E72" w:rsidR="00AF4EE4" w:rsidRPr="00A30675" w:rsidRDefault="00EF599C" w:rsidP="00797046">
            <w:pPr>
              <w:pStyle w:val="Bezodstpw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Posiada pogłębioną wiedzę odnośnie </w:t>
            </w:r>
            <w:r w:rsidR="00AF4EE4" w:rsidRPr="00A30675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prowadzenia zajęć ruchowych z osobami sprawnymi i niepełnosprawnymi w grupie młodzieży i dorosłych</w:t>
            </w:r>
          </w:p>
        </w:tc>
        <w:tc>
          <w:tcPr>
            <w:tcW w:w="1864" w:type="dxa"/>
          </w:tcPr>
          <w:p w14:paraId="7B528196" w14:textId="77777777" w:rsidR="00AF4EE4" w:rsidRPr="00A533C4" w:rsidRDefault="00496168" w:rsidP="00E40B21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</w:pPr>
            <w:r w:rsidRPr="00A533C4"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K</w:t>
            </w:r>
            <w:r w:rsidR="00E40B21"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_</w:t>
            </w:r>
            <w:r w:rsidRPr="00A533C4">
              <w:rPr>
                <w:b w:val="0"/>
                <w:smallCaps w:val="0"/>
                <w:color w:val="000000"/>
                <w:szCs w:val="24"/>
                <w:bdr w:val="none" w:sz="0" w:space="0" w:color="auto" w:frame="1"/>
                <w:shd w:val="clear" w:color="auto" w:fill="FFFFFF"/>
              </w:rPr>
              <w:t>W17</w:t>
            </w:r>
          </w:p>
        </w:tc>
      </w:tr>
      <w:tr w:rsidR="00797046" w:rsidRPr="00A533C4" w14:paraId="73CA7502" w14:textId="77777777" w:rsidTr="00456DEF">
        <w:tc>
          <w:tcPr>
            <w:tcW w:w="1560" w:type="dxa"/>
          </w:tcPr>
          <w:p w14:paraId="3910E37B" w14:textId="77777777" w:rsidR="00797046" w:rsidRPr="00A533C4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</w:t>
            </w:r>
            <w:r w:rsidR="00E534E2" w:rsidRPr="00A533C4">
              <w:rPr>
                <w:b w:val="0"/>
                <w:smallCaps w:val="0"/>
                <w:szCs w:val="24"/>
              </w:rPr>
              <w:t>4</w:t>
            </w:r>
          </w:p>
          <w:p w14:paraId="57F3B927" w14:textId="77777777" w:rsidR="00797046" w:rsidRPr="00A533C4" w:rsidRDefault="00797046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C12F458" w14:textId="3D3D4C5E" w:rsidR="00797046" w:rsidRPr="00A30675" w:rsidRDefault="000A25CB" w:rsidP="0079704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z</w:t>
            </w:r>
            <w:r w:rsidR="001868D0" w:rsidRPr="00A30675">
              <w:rPr>
                <w:rFonts w:ascii="Times New Roman" w:hAnsi="Times New Roman" w:cs="Times New Roman"/>
                <w:color w:val="auto"/>
              </w:rPr>
              <w:t>na</w:t>
            </w:r>
            <w:r w:rsidR="00FE67E3">
              <w:rPr>
                <w:rFonts w:ascii="Times New Roman" w:hAnsi="Times New Roman" w:cs="Times New Roman"/>
                <w:color w:val="auto"/>
              </w:rPr>
              <w:t xml:space="preserve"> szczegółowo</w:t>
            </w:r>
            <w:r w:rsidR="001868D0" w:rsidRPr="00A30675">
              <w:rPr>
                <w:rFonts w:ascii="Times New Roman" w:hAnsi="Times New Roman" w:cs="Times New Roman"/>
                <w:color w:val="auto"/>
              </w:rPr>
              <w:t xml:space="preserve"> i rozumie uwarunkowania w zakresie rozwoju psychicznego u osób niepełnosprawnych</w:t>
            </w:r>
            <w:r w:rsidR="009D3656" w:rsidRPr="00A30675">
              <w:rPr>
                <w:rFonts w:ascii="Times New Roman" w:hAnsi="Times New Roman" w:cs="Times New Roman"/>
                <w:color w:val="auto"/>
              </w:rPr>
              <w:t>: dzieci, młodzieży, dorosłych.</w:t>
            </w:r>
            <w:r w:rsidR="00BC7516" w:rsidRPr="00A30675">
              <w:rPr>
                <w:rFonts w:ascii="Times New Roman" w:hAnsi="Times New Roman" w:cs="Times New Roman"/>
                <w:color w:val="auto"/>
              </w:rPr>
              <w:t xml:space="preserve"> Opisuje problemy psychiczne osób niepełnosprawnych</w:t>
            </w:r>
            <w:r w:rsidR="00AC0866" w:rsidRPr="00A30675">
              <w:rPr>
                <w:rFonts w:ascii="Times New Roman" w:hAnsi="Times New Roman" w:cs="Times New Roman"/>
                <w:color w:val="auto"/>
              </w:rPr>
              <w:t xml:space="preserve"> i chorych somatycznie</w:t>
            </w:r>
          </w:p>
        </w:tc>
        <w:tc>
          <w:tcPr>
            <w:tcW w:w="1864" w:type="dxa"/>
          </w:tcPr>
          <w:p w14:paraId="3E34B261" w14:textId="77777777" w:rsidR="00BC7516" w:rsidRPr="00A533C4" w:rsidRDefault="00E65DE6" w:rsidP="008A4CD4">
            <w:pPr>
              <w:pStyle w:val="Default"/>
              <w:jc w:val="center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W06</w:t>
            </w:r>
          </w:p>
          <w:p w14:paraId="06AC07FC" w14:textId="77777777" w:rsidR="00797046" w:rsidRPr="00A533C4" w:rsidRDefault="00BC7516" w:rsidP="008A4CD4">
            <w:pPr>
              <w:pStyle w:val="Default"/>
              <w:jc w:val="center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W12</w:t>
            </w:r>
          </w:p>
          <w:p w14:paraId="10BB12BC" w14:textId="77777777" w:rsidR="00AC0866" w:rsidRPr="00A533C4" w:rsidRDefault="00AC0866" w:rsidP="00E40B21">
            <w:pPr>
              <w:pStyle w:val="Default"/>
              <w:jc w:val="center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W18</w:t>
            </w:r>
          </w:p>
        </w:tc>
      </w:tr>
      <w:tr w:rsidR="00797046" w:rsidRPr="00A533C4" w14:paraId="272184B3" w14:textId="77777777" w:rsidTr="00456DEF">
        <w:tc>
          <w:tcPr>
            <w:tcW w:w="1560" w:type="dxa"/>
          </w:tcPr>
          <w:p w14:paraId="38F7CF34" w14:textId="77777777" w:rsidR="00797046" w:rsidRPr="00A533C4" w:rsidRDefault="001C44CD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D4D2F0" w14:textId="7192BE9B" w:rsidR="00797046" w:rsidRPr="00A30675" w:rsidRDefault="00A30675" w:rsidP="00797046">
            <w:pPr>
              <w:pStyle w:val="Default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0675">
              <w:rPr>
                <w:rFonts w:ascii="Times New Roman" w:hAnsi="Times New Roman" w:cs="Times New Roman"/>
                <w:shd w:val="clear" w:color="auto" w:fill="FFFFFF"/>
              </w:rPr>
              <w:t>p</w:t>
            </w:r>
            <w:r w:rsidR="00FC41E8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otrafi </w:t>
            </w:r>
            <w:r w:rsidR="00A8438B" w:rsidRPr="00A30675">
              <w:rPr>
                <w:rFonts w:ascii="Times New Roman" w:hAnsi="Times New Roman" w:cs="Times New Roman"/>
                <w:shd w:val="clear" w:color="auto" w:fill="FFFFFF"/>
              </w:rPr>
              <w:t>rozpoznawać problemy</w:t>
            </w:r>
            <w:r w:rsidR="00FE67E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6B554A" w:rsidRPr="00A30675">
              <w:rPr>
                <w:rFonts w:ascii="Times New Roman" w:hAnsi="Times New Roman" w:cs="Times New Roman"/>
                <w:shd w:val="clear" w:color="auto" w:fill="FFFFFF"/>
              </w:rPr>
              <w:t>psychiczne</w:t>
            </w:r>
            <w:r w:rsidR="00A8438B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 specyficzn</w:t>
            </w:r>
            <w:r w:rsidR="00FC41E8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e dla </w:t>
            </w:r>
            <w:r w:rsidR="00A8438B" w:rsidRPr="00A30675">
              <w:rPr>
                <w:rFonts w:ascii="Times New Roman" w:hAnsi="Times New Roman" w:cs="Times New Roman"/>
                <w:shd w:val="clear" w:color="auto" w:fill="FFFFFF"/>
              </w:rPr>
              <w:t>niepełnosprawności</w:t>
            </w:r>
            <w:r w:rsidR="00AC0866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, chorób </w:t>
            </w:r>
            <w:proofErr w:type="spellStart"/>
            <w:r w:rsidR="00AC0866" w:rsidRPr="00A30675">
              <w:rPr>
                <w:rFonts w:ascii="Times New Roman" w:hAnsi="Times New Roman" w:cs="Times New Roman"/>
                <w:shd w:val="clear" w:color="auto" w:fill="FFFFFF"/>
              </w:rPr>
              <w:t>somatycznych</w:t>
            </w:r>
            <w:r w:rsidR="00FC41E8" w:rsidRPr="00A30675">
              <w:rPr>
                <w:rFonts w:ascii="Times New Roman" w:hAnsi="Times New Roman" w:cs="Times New Roman"/>
                <w:shd w:val="clear" w:color="auto" w:fill="FFFFFF"/>
              </w:rPr>
              <w:t>i</w:t>
            </w:r>
            <w:proofErr w:type="spellEnd"/>
            <w:r w:rsidR="00A8438B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 zaplanować sposób pomagania stosując odpowiednie metody </w:t>
            </w:r>
            <w:r w:rsidR="006C046B" w:rsidRPr="00A30675">
              <w:rPr>
                <w:rFonts w:ascii="Times New Roman" w:hAnsi="Times New Roman" w:cs="Times New Roman"/>
                <w:shd w:val="clear" w:color="auto" w:fill="FFFFFF"/>
              </w:rPr>
              <w:t>rehabilitacji psychologicznej</w:t>
            </w:r>
          </w:p>
        </w:tc>
        <w:tc>
          <w:tcPr>
            <w:tcW w:w="1864" w:type="dxa"/>
          </w:tcPr>
          <w:p w14:paraId="20ACFAE2" w14:textId="77777777" w:rsidR="00FD47AB" w:rsidRPr="00A533C4" w:rsidRDefault="00E65DE6" w:rsidP="00E40B21">
            <w:pPr>
              <w:pStyle w:val="Default"/>
              <w:jc w:val="center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U09</w:t>
            </w:r>
          </w:p>
        </w:tc>
      </w:tr>
      <w:tr w:rsidR="00FD47AB" w:rsidRPr="00A533C4" w14:paraId="0FDAFFA0" w14:textId="77777777" w:rsidTr="00456DEF">
        <w:tc>
          <w:tcPr>
            <w:tcW w:w="1560" w:type="dxa"/>
          </w:tcPr>
          <w:p w14:paraId="4BEC7D46" w14:textId="77777777" w:rsidR="00FD47AB" w:rsidRPr="00A533C4" w:rsidRDefault="001C44CD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A8ED3C0" w14:textId="52F5F7FB" w:rsidR="00FD47AB" w:rsidRPr="00A30675" w:rsidRDefault="008628AA" w:rsidP="00797046">
            <w:pPr>
              <w:pStyle w:val="Default"/>
              <w:rPr>
                <w:rFonts w:ascii="Times New Roman" w:hAnsi="Times New Roman" w:cs="Times New Roman"/>
                <w:b/>
                <w:bCs/>
                <w:smallCap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u</w:t>
            </w:r>
            <w:r w:rsidR="00A8438B" w:rsidRPr="00A30675">
              <w:rPr>
                <w:rFonts w:ascii="Times New Roman" w:hAnsi="Times New Roman" w:cs="Times New Roman"/>
                <w:shd w:val="clear" w:color="auto" w:fill="FFFFFF"/>
              </w:rPr>
              <w:t>mie</w:t>
            </w:r>
            <w:r w:rsidR="00FE67E3">
              <w:rPr>
                <w:rFonts w:ascii="Times New Roman" w:hAnsi="Times New Roman" w:cs="Times New Roman"/>
                <w:shd w:val="clear" w:color="auto" w:fill="FFFFFF"/>
              </w:rPr>
              <w:t xml:space="preserve"> samodzielnie </w:t>
            </w:r>
            <w:r w:rsidR="00A8438B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 komunikować się z </w:t>
            </w:r>
            <w:r w:rsidR="003C7681" w:rsidRPr="00A30675">
              <w:rPr>
                <w:rFonts w:ascii="Times New Roman" w:hAnsi="Times New Roman" w:cs="Times New Roman"/>
                <w:shd w:val="clear" w:color="auto" w:fill="FFFFFF"/>
              </w:rPr>
              <w:t>lekarzami, rehabilitantami przy ustalaniu planu pomocy psychologicznej osobie niepełnosprawnej</w:t>
            </w:r>
            <w:r w:rsidR="006C046B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 i chorej somatycznie</w:t>
            </w:r>
          </w:p>
        </w:tc>
        <w:tc>
          <w:tcPr>
            <w:tcW w:w="1864" w:type="dxa"/>
          </w:tcPr>
          <w:p w14:paraId="645E471D" w14:textId="77777777" w:rsidR="00FD47AB" w:rsidRPr="00A533C4" w:rsidRDefault="00E65DE6" w:rsidP="00E40B21">
            <w:pPr>
              <w:pStyle w:val="Default"/>
              <w:jc w:val="center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K</w:t>
            </w:r>
            <w:r w:rsidR="00E40B21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_</w:t>
            </w:r>
            <w:r w:rsidRPr="00A533C4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U18</w:t>
            </w:r>
          </w:p>
        </w:tc>
      </w:tr>
      <w:tr w:rsidR="009913D1" w:rsidRPr="00A533C4" w14:paraId="50E80724" w14:textId="77777777" w:rsidTr="00456DEF">
        <w:tc>
          <w:tcPr>
            <w:tcW w:w="1560" w:type="dxa"/>
          </w:tcPr>
          <w:p w14:paraId="5F8D59AA" w14:textId="77777777" w:rsidR="009913D1" w:rsidRPr="00A533C4" w:rsidRDefault="001C44CD" w:rsidP="0079704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CB5C5F8" w14:textId="77777777" w:rsidR="009913D1" w:rsidRPr="00A30675" w:rsidRDefault="00A30675" w:rsidP="00797046">
            <w:pPr>
              <w:pStyle w:val="Default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A30675">
              <w:rPr>
                <w:rFonts w:ascii="Times New Roman" w:hAnsi="Times New Roman" w:cs="Times New Roman"/>
                <w:shd w:val="clear" w:color="auto" w:fill="FFFFFF"/>
              </w:rPr>
              <w:t>d</w:t>
            </w:r>
            <w:r w:rsidR="003C7681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okonuje </w:t>
            </w:r>
            <w:r w:rsidR="00A8438B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krytycznej oceny poziomu swojej wiedzy i umiejętności, posiada motywację do samokształcenia </w:t>
            </w:r>
            <w:r w:rsidR="003C7681" w:rsidRPr="00A30675">
              <w:rPr>
                <w:rFonts w:ascii="Times New Roman" w:hAnsi="Times New Roman" w:cs="Times New Roman"/>
                <w:shd w:val="clear" w:color="auto" w:fill="FFFFFF"/>
              </w:rPr>
              <w:t xml:space="preserve">w zakresie wiedzy na temat osób niepełnosprawnych, sposobów ich rehabilitacji medycznej oraz pomocy psychologicznej </w:t>
            </w:r>
          </w:p>
        </w:tc>
        <w:tc>
          <w:tcPr>
            <w:tcW w:w="1864" w:type="dxa"/>
          </w:tcPr>
          <w:p w14:paraId="7478948E" w14:textId="77777777" w:rsidR="009913D1" w:rsidRPr="00A533C4" w:rsidRDefault="00E65DE6" w:rsidP="00E40B2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A533C4">
              <w:rPr>
                <w:rFonts w:ascii="Times New Roman" w:hAnsi="Times New Roman" w:cs="Times New Roman"/>
              </w:rPr>
              <w:t>K</w:t>
            </w:r>
            <w:r w:rsidR="00E40B21">
              <w:rPr>
                <w:rFonts w:ascii="Times New Roman" w:hAnsi="Times New Roman" w:cs="Times New Roman"/>
              </w:rPr>
              <w:t>_</w:t>
            </w:r>
            <w:r w:rsidRPr="00A533C4">
              <w:rPr>
                <w:rFonts w:ascii="Times New Roman" w:hAnsi="Times New Roman" w:cs="Times New Roman"/>
              </w:rPr>
              <w:t>K01</w:t>
            </w:r>
          </w:p>
        </w:tc>
      </w:tr>
    </w:tbl>
    <w:p w14:paraId="7066DE25" w14:textId="77777777" w:rsidR="0085747A" w:rsidRPr="00A533C4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5652B20" w14:textId="77777777" w:rsidR="0085747A" w:rsidRPr="00A533C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53443DE" w14:textId="77777777" w:rsidR="002D5973" w:rsidRDefault="002D597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11C5BF0" w14:textId="77777777" w:rsidR="002D5973" w:rsidRDefault="002D597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7FFDA2E" w14:textId="77777777" w:rsidR="0085747A" w:rsidRPr="00A533C4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533C4">
        <w:rPr>
          <w:rFonts w:ascii="Times New Roman" w:hAnsi="Times New Roman"/>
          <w:b/>
          <w:sz w:val="24"/>
          <w:szCs w:val="24"/>
        </w:rPr>
        <w:t>3.3</w:t>
      </w:r>
      <w:r w:rsidR="002D5973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A533C4">
        <w:rPr>
          <w:rFonts w:ascii="Times New Roman" w:hAnsi="Times New Roman"/>
          <w:b/>
          <w:sz w:val="24"/>
          <w:szCs w:val="24"/>
        </w:rPr>
        <w:t>T</w:t>
      </w:r>
      <w:r w:rsidR="001D7B54" w:rsidRPr="00A533C4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2D62084E" w14:textId="77777777" w:rsidR="0085747A" w:rsidRPr="00A533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533C4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B56E1F" w:rsidRPr="00A533C4" w14:paraId="0DB6A3ED" w14:textId="77777777" w:rsidTr="005F51E2">
        <w:tc>
          <w:tcPr>
            <w:tcW w:w="9491" w:type="dxa"/>
          </w:tcPr>
          <w:p w14:paraId="24E559E6" w14:textId="77777777" w:rsidR="00B56E1F" w:rsidRPr="00A533C4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56E1F" w:rsidRPr="00A533C4" w14:paraId="5A5D1CC8" w14:textId="77777777" w:rsidTr="005F51E2">
        <w:tc>
          <w:tcPr>
            <w:tcW w:w="9491" w:type="dxa"/>
          </w:tcPr>
          <w:p w14:paraId="32BB66A2" w14:textId="77777777" w:rsidR="00B56E1F" w:rsidRPr="00A533C4" w:rsidRDefault="00B9462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Historia rozwoju i koncepcja rehabilitacji medycznej</w:t>
            </w:r>
          </w:p>
        </w:tc>
      </w:tr>
      <w:tr w:rsidR="00B56E1F" w:rsidRPr="00A533C4" w14:paraId="6BC906FA" w14:textId="77777777" w:rsidTr="00FD3D21">
        <w:trPr>
          <w:trHeight w:val="303"/>
        </w:trPr>
        <w:tc>
          <w:tcPr>
            <w:tcW w:w="9491" w:type="dxa"/>
          </w:tcPr>
          <w:p w14:paraId="41260CE2" w14:textId="77777777" w:rsidR="00B56E1F" w:rsidRPr="00A533C4" w:rsidRDefault="00B94626" w:rsidP="00FD3D2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533C4">
              <w:rPr>
                <w:rFonts w:ascii="Times New Roman" w:hAnsi="Times New Roman"/>
                <w:noProof/>
                <w:sz w:val="24"/>
                <w:szCs w:val="24"/>
              </w:rPr>
              <w:t>Podstawy leczenia usprawniającego</w:t>
            </w:r>
          </w:p>
        </w:tc>
      </w:tr>
      <w:tr w:rsidR="00222CB7" w:rsidRPr="00A533C4" w14:paraId="7AA79315" w14:textId="77777777" w:rsidTr="005F51E2">
        <w:tc>
          <w:tcPr>
            <w:tcW w:w="9491" w:type="dxa"/>
          </w:tcPr>
          <w:p w14:paraId="1A1D8C99" w14:textId="77777777" w:rsidR="00222CB7" w:rsidRPr="00A533C4" w:rsidRDefault="00B94626" w:rsidP="00FD3D21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A533C4">
              <w:rPr>
                <w:rFonts w:ascii="Times New Roman" w:hAnsi="Times New Roman"/>
                <w:noProof/>
                <w:sz w:val="24"/>
                <w:szCs w:val="24"/>
              </w:rPr>
              <w:t>Rehabilitacja osób z zaburzeniami i uszkodzeniami ośrodkowego układu nerwowego</w:t>
            </w:r>
            <w:r w:rsidR="00E46DAB" w:rsidRPr="00A533C4">
              <w:rPr>
                <w:rFonts w:ascii="Times New Roman" w:hAnsi="Times New Roman"/>
                <w:noProof/>
                <w:sz w:val="24"/>
                <w:szCs w:val="24"/>
              </w:rPr>
              <w:t xml:space="preserve"> (rehabilitacja osób po udarze mózgu, rehabilitacja osób po urazach rdzenia kręgowego, rehabilitacja osób z chorobami neurodegeneracyjnymi</w:t>
            </w:r>
            <w:r w:rsidR="00AB3BBB" w:rsidRPr="00A533C4">
              <w:rPr>
                <w:rFonts w:ascii="Times New Roman" w:hAnsi="Times New Roman"/>
                <w:noProof/>
                <w:sz w:val="24"/>
                <w:szCs w:val="24"/>
              </w:rPr>
              <w:t>, nerwowo-mięśniowymi)</w:t>
            </w:r>
          </w:p>
        </w:tc>
      </w:tr>
      <w:tr w:rsidR="00B56E1F" w:rsidRPr="00A533C4" w14:paraId="08B86C83" w14:textId="77777777" w:rsidTr="005F51E2">
        <w:tc>
          <w:tcPr>
            <w:tcW w:w="9491" w:type="dxa"/>
          </w:tcPr>
          <w:p w14:paraId="09C2941A" w14:textId="77777777" w:rsidR="00B56E1F" w:rsidRPr="00A533C4" w:rsidRDefault="00B94626" w:rsidP="00222CB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Rehabilitacja osób z dysfunkcjami narządu ruchu</w:t>
            </w:r>
          </w:p>
        </w:tc>
      </w:tr>
      <w:tr w:rsidR="00606A26" w:rsidRPr="00A533C4" w14:paraId="5479C76D" w14:textId="77777777" w:rsidTr="005F51E2">
        <w:tc>
          <w:tcPr>
            <w:tcW w:w="9491" w:type="dxa"/>
          </w:tcPr>
          <w:p w14:paraId="26278082" w14:textId="77777777" w:rsidR="00606A26" w:rsidRPr="00A533C4" w:rsidRDefault="00B94626" w:rsidP="00222CB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Rehabilitacja w chorobach internistycznych (rehabilitacja osób z chorobami układu krążenia, chorobami układu oddechowego, rehabilitacja w onkologii)</w:t>
            </w:r>
          </w:p>
        </w:tc>
      </w:tr>
      <w:tr w:rsidR="00FC7114" w:rsidRPr="00A533C4" w14:paraId="026A1C20" w14:textId="77777777" w:rsidTr="005F51E2">
        <w:tc>
          <w:tcPr>
            <w:tcW w:w="9491" w:type="dxa"/>
          </w:tcPr>
          <w:p w14:paraId="5EE49662" w14:textId="77777777" w:rsidR="00FC7114" w:rsidRPr="00A533C4" w:rsidRDefault="00FC7114" w:rsidP="00222CB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Rehabilitacja w chorobach wieku rozwojowego</w:t>
            </w:r>
            <w:r w:rsidR="00AB3BBB" w:rsidRPr="00A533C4">
              <w:rPr>
                <w:rFonts w:ascii="Times New Roman" w:hAnsi="Times New Roman"/>
                <w:sz w:val="24"/>
                <w:szCs w:val="24"/>
              </w:rPr>
              <w:t>, rehabilitacja w pediatrii</w:t>
            </w:r>
          </w:p>
        </w:tc>
      </w:tr>
    </w:tbl>
    <w:p w14:paraId="3BC5A807" w14:textId="77777777" w:rsidR="00FF2081" w:rsidRPr="00A533C4" w:rsidRDefault="00FF2081" w:rsidP="00B56E1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CBFB6C" w14:textId="77777777" w:rsidR="0085747A" w:rsidRPr="00A533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533C4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A533C4">
        <w:rPr>
          <w:rFonts w:ascii="Times New Roman" w:hAnsi="Times New Roman"/>
          <w:sz w:val="24"/>
          <w:szCs w:val="24"/>
        </w:rPr>
        <w:t xml:space="preserve">, </w:t>
      </w:r>
      <w:r w:rsidRPr="00A533C4">
        <w:rPr>
          <w:rFonts w:ascii="Times New Roman" w:hAnsi="Times New Roman"/>
          <w:sz w:val="24"/>
          <w:szCs w:val="24"/>
        </w:rPr>
        <w:t xml:space="preserve">zajęć praktycznych </w:t>
      </w:r>
    </w:p>
    <w:p w14:paraId="347937C6" w14:textId="77777777" w:rsidR="0085747A" w:rsidRPr="00A533C4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33C4" w14:paraId="037AF33C" w14:textId="77777777" w:rsidTr="009751D5">
        <w:tc>
          <w:tcPr>
            <w:tcW w:w="9520" w:type="dxa"/>
          </w:tcPr>
          <w:p w14:paraId="295D8318" w14:textId="77777777" w:rsidR="0085747A" w:rsidRPr="00A533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A533C4" w14:paraId="76375DBB" w14:textId="77777777" w:rsidTr="009751D5">
        <w:tc>
          <w:tcPr>
            <w:tcW w:w="9520" w:type="dxa"/>
          </w:tcPr>
          <w:p w14:paraId="1ED1EB2A" w14:textId="77777777" w:rsidR="0085747A" w:rsidRPr="00A533C4" w:rsidRDefault="00AB3BB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 xml:space="preserve">Rehabilitacja w warunkach oddziału rehabilitacji. Zespół rehabilitacyjny, zadania, organizacja pracy. </w:t>
            </w:r>
            <w:r w:rsidR="008B22BA" w:rsidRPr="00A533C4">
              <w:rPr>
                <w:rFonts w:ascii="Times New Roman" w:hAnsi="Times New Roman"/>
                <w:sz w:val="24"/>
                <w:szCs w:val="24"/>
              </w:rPr>
              <w:t xml:space="preserve">Dokumentacja medyczna. </w:t>
            </w:r>
          </w:p>
        </w:tc>
      </w:tr>
      <w:tr w:rsidR="00F24D6F" w:rsidRPr="00A533C4" w14:paraId="22C4F1A3" w14:textId="77777777" w:rsidTr="009751D5">
        <w:tc>
          <w:tcPr>
            <w:tcW w:w="9520" w:type="dxa"/>
          </w:tcPr>
          <w:p w14:paraId="4513C6F8" w14:textId="77777777" w:rsidR="00F24D6F" w:rsidRPr="00A533C4" w:rsidRDefault="00F24D6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Cele i zadania rehabilitacji psychologicznej</w:t>
            </w:r>
          </w:p>
        </w:tc>
      </w:tr>
      <w:tr w:rsidR="00F24D6F" w:rsidRPr="00A533C4" w14:paraId="7C4B4CF6" w14:textId="77777777" w:rsidTr="009751D5">
        <w:tc>
          <w:tcPr>
            <w:tcW w:w="9520" w:type="dxa"/>
          </w:tcPr>
          <w:p w14:paraId="7876B003" w14:textId="77777777" w:rsidR="00F24D6F" w:rsidRPr="00A533C4" w:rsidRDefault="00F24D6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Modele i obszary rehabilitacji psychologicznej</w:t>
            </w:r>
            <w:r w:rsidR="00F87B97" w:rsidRPr="00A533C4">
              <w:rPr>
                <w:rFonts w:ascii="Times New Roman" w:hAnsi="Times New Roman"/>
                <w:sz w:val="24"/>
                <w:szCs w:val="24"/>
              </w:rPr>
              <w:t>; zadania psychologa</w:t>
            </w:r>
          </w:p>
        </w:tc>
      </w:tr>
      <w:tr w:rsidR="00F87B97" w:rsidRPr="00A533C4" w14:paraId="43547E4A" w14:textId="77777777" w:rsidTr="009751D5">
        <w:tc>
          <w:tcPr>
            <w:tcW w:w="9520" w:type="dxa"/>
          </w:tcPr>
          <w:p w14:paraId="6FD46C88" w14:textId="77777777" w:rsidR="00F87B97" w:rsidRPr="00A533C4" w:rsidRDefault="00F87B9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Problemy psychiczne osób wymagających rehabilitacji psychologicznej i medycznej</w:t>
            </w:r>
            <w:r w:rsidR="00570F36" w:rsidRPr="00A533C4">
              <w:rPr>
                <w:rFonts w:ascii="Times New Roman" w:hAnsi="Times New Roman"/>
                <w:sz w:val="24"/>
                <w:szCs w:val="24"/>
              </w:rPr>
              <w:t>. Adaptacja do choroby i niepełnosprawności</w:t>
            </w:r>
          </w:p>
        </w:tc>
      </w:tr>
      <w:tr w:rsidR="00F87B97" w:rsidRPr="00A533C4" w14:paraId="400E71EF" w14:textId="77777777" w:rsidTr="009751D5">
        <w:tc>
          <w:tcPr>
            <w:tcW w:w="9520" w:type="dxa"/>
          </w:tcPr>
          <w:p w14:paraId="1B7DB17B" w14:textId="77777777" w:rsidR="00F87B97" w:rsidRPr="00A533C4" w:rsidRDefault="00F87B9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 xml:space="preserve">Ból jako </w:t>
            </w:r>
            <w:r w:rsidR="009751D5" w:rsidRPr="00A533C4">
              <w:rPr>
                <w:rFonts w:ascii="Times New Roman" w:hAnsi="Times New Roman"/>
                <w:sz w:val="24"/>
                <w:szCs w:val="24"/>
              </w:rPr>
              <w:t>specyficzne psychiczne</w:t>
            </w:r>
            <w:r w:rsidRPr="00A533C4">
              <w:rPr>
                <w:rFonts w:ascii="Times New Roman" w:hAnsi="Times New Roman"/>
                <w:sz w:val="24"/>
                <w:szCs w:val="24"/>
              </w:rPr>
              <w:t xml:space="preserve"> doz</w:t>
            </w:r>
            <w:r w:rsidR="009751D5" w:rsidRPr="00A533C4">
              <w:rPr>
                <w:rFonts w:ascii="Times New Roman" w:hAnsi="Times New Roman"/>
                <w:sz w:val="24"/>
                <w:szCs w:val="24"/>
              </w:rPr>
              <w:t>nanie psychiczne osób chorych somatycznie i niepełnosprawnych. Rola innych doznań i emocji.</w:t>
            </w:r>
          </w:p>
        </w:tc>
      </w:tr>
      <w:tr w:rsidR="009751D5" w:rsidRPr="00A533C4" w14:paraId="75FF6704" w14:textId="77777777" w:rsidTr="009751D5">
        <w:tc>
          <w:tcPr>
            <w:tcW w:w="9520" w:type="dxa"/>
          </w:tcPr>
          <w:p w14:paraId="0535A4C9" w14:textId="77777777" w:rsidR="009751D5" w:rsidRPr="00A533C4" w:rsidRDefault="009751D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Relacje społeczne i intymne osób niepełnosprawnych</w:t>
            </w:r>
          </w:p>
        </w:tc>
      </w:tr>
      <w:tr w:rsidR="0085747A" w:rsidRPr="00A533C4" w14:paraId="01B5AEE7" w14:textId="77777777" w:rsidTr="009751D5">
        <w:tc>
          <w:tcPr>
            <w:tcW w:w="9520" w:type="dxa"/>
          </w:tcPr>
          <w:p w14:paraId="622006E7" w14:textId="77777777" w:rsidR="0085747A" w:rsidRPr="00A533C4" w:rsidRDefault="00AB3BB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 xml:space="preserve">Rehabilitacja </w:t>
            </w:r>
            <w:r w:rsidR="009751D5" w:rsidRPr="00A533C4">
              <w:rPr>
                <w:rFonts w:ascii="Times New Roman" w:hAnsi="Times New Roman"/>
                <w:sz w:val="24"/>
                <w:szCs w:val="24"/>
              </w:rPr>
              <w:t xml:space="preserve">psychologiczna </w:t>
            </w:r>
            <w:r w:rsidRPr="00A533C4">
              <w:rPr>
                <w:rFonts w:ascii="Times New Roman" w:hAnsi="Times New Roman"/>
                <w:sz w:val="24"/>
                <w:szCs w:val="24"/>
              </w:rPr>
              <w:t>osób po udarze mózgu</w:t>
            </w:r>
            <w:r w:rsidR="00AC0866" w:rsidRPr="00A533C4">
              <w:rPr>
                <w:rFonts w:ascii="Times New Roman" w:hAnsi="Times New Roman"/>
                <w:sz w:val="24"/>
                <w:szCs w:val="24"/>
              </w:rPr>
              <w:t xml:space="preserve"> i po urazie rdzenia kręgowego</w:t>
            </w:r>
            <w:r w:rsidRPr="00A533C4">
              <w:rPr>
                <w:rFonts w:ascii="Times New Roman" w:hAnsi="Times New Roman"/>
                <w:sz w:val="24"/>
                <w:szCs w:val="24"/>
              </w:rPr>
              <w:t>, okres wczesny w oddziale udarowym, okres podostry w oddziale rehabilitacji</w:t>
            </w:r>
            <w:r w:rsidR="00FA466B" w:rsidRPr="00A533C4">
              <w:rPr>
                <w:rFonts w:ascii="Times New Roman" w:hAnsi="Times New Roman"/>
                <w:sz w:val="24"/>
                <w:szCs w:val="24"/>
              </w:rPr>
              <w:t xml:space="preserve"> i okres przewlekły. </w:t>
            </w:r>
          </w:p>
        </w:tc>
      </w:tr>
      <w:tr w:rsidR="008B22BA" w:rsidRPr="00A533C4" w14:paraId="4C2062DB" w14:textId="77777777" w:rsidTr="009751D5">
        <w:tc>
          <w:tcPr>
            <w:tcW w:w="9520" w:type="dxa"/>
          </w:tcPr>
          <w:p w14:paraId="3203855F" w14:textId="77777777" w:rsidR="008B22BA" w:rsidRPr="00A533C4" w:rsidRDefault="008B22B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Rehabilitacja</w:t>
            </w:r>
            <w:r w:rsidR="009751D5" w:rsidRPr="00A533C4">
              <w:rPr>
                <w:rFonts w:ascii="Times New Roman" w:hAnsi="Times New Roman"/>
                <w:sz w:val="24"/>
                <w:szCs w:val="24"/>
              </w:rPr>
              <w:t xml:space="preserve"> psychologiczna </w:t>
            </w:r>
            <w:r w:rsidRPr="00A533C4">
              <w:rPr>
                <w:rFonts w:ascii="Times New Roman" w:hAnsi="Times New Roman"/>
                <w:sz w:val="24"/>
                <w:szCs w:val="24"/>
              </w:rPr>
              <w:t>dzieci i młodzieży z chorobami wieku rozwojowego (dziecięce porażenie mózgowe, wady postawy</w:t>
            </w:r>
            <w:r w:rsidR="00016312" w:rsidRPr="00A533C4">
              <w:rPr>
                <w:rFonts w:ascii="Times New Roman" w:hAnsi="Times New Roman"/>
                <w:sz w:val="24"/>
                <w:szCs w:val="24"/>
              </w:rPr>
              <w:t xml:space="preserve">), chorobami genetycznymi. Rehabilitacja w oddziałach rehabilitacji i ośrodkach rehabilitacyjnych. Ciągłość opieki nad pacjentem i rodzicem. </w:t>
            </w:r>
          </w:p>
        </w:tc>
      </w:tr>
      <w:tr w:rsidR="00016312" w:rsidRPr="00A533C4" w14:paraId="10AACB66" w14:textId="77777777" w:rsidTr="009751D5">
        <w:tc>
          <w:tcPr>
            <w:tcW w:w="9520" w:type="dxa"/>
          </w:tcPr>
          <w:p w14:paraId="117D5822" w14:textId="77777777" w:rsidR="00016312" w:rsidRPr="00A533C4" w:rsidRDefault="0001631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 xml:space="preserve">Rehabilitacja </w:t>
            </w:r>
            <w:r w:rsidR="009751D5" w:rsidRPr="00A533C4">
              <w:rPr>
                <w:rFonts w:ascii="Times New Roman" w:hAnsi="Times New Roman"/>
                <w:sz w:val="24"/>
                <w:szCs w:val="24"/>
              </w:rPr>
              <w:t xml:space="preserve">psychologiczna </w:t>
            </w:r>
            <w:r w:rsidRPr="00A533C4">
              <w:rPr>
                <w:rFonts w:ascii="Times New Roman" w:hAnsi="Times New Roman"/>
                <w:sz w:val="24"/>
                <w:szCs w:val="24"/>
              </w:rPr>
              <w:t xml:space="preserve">osób z chorobami internistycznymi (choroby układu krążenia, choroby płuc, choroby onkologiczne). </w:t>
            </w:r>
          </w:p>
        </w:tc>
      </w:tr>
    </w:tbl>
    <w:p w14:paraId="0349C0A1" w14:textId="77777777" w:rsidR="0085747A" w:rsidRPr="00A533C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F6F9949" w14:textId="77777777" w:rsidR="005F51E2" w:rsidRPr="00A533C4" w:rsidRDefault="005F51E2" w:rsidP="009C54AE">
      <w:pPr>
        <w:pStyle w:val="Punktygwne"/>
        <w:spacing w:before="0" w:after="0"/>
        <w:rPr>
          <w:b w:val="0"/>
          <w:szCs w:val="24"/>
        </w:rPr>
      </w:pPr>
    </w:p>
    <w:p w14:paraId="37585339" w14:textId="77777777" w:rsidR="0085747A" w:rsidRPr="00A533C4" w:rsidRDefault="009F4610" w:rsidP="00301C68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533C4">
        <w:rPr>
          <w:smallCaps w:val="0"/>
          <w:szCs w:val="24"/>
        </w:rPr>
        <w:t>3.4 Metody dydaktyczne</w:t>
      </w:r>
    </w:p>
    <w:p w14:paraId="527D8A0C" w14:textId="77777777" w:rsidR="0085747A" w:rsidRPr="00A533C4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A533C4">
        <w:rPr>
          <w:b w:val="0"/>
          <w:smallCaps w:val="0"/>
          <w:szCs w:val="24"/>
        </w:rPr>
        <w:t>Wykład z prezentacją multimedialną</w:t>
      </w:r>
    </w:p>
    <w:p w14:paraId="3525CE1E" w14:textId="77777777" w:rsidR="00E960BB" w:rsidRPr="00A533C4" w:rsidRDefault="009913D1" w:rsidP="009C54AE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A533C4">
        <w:rPr>
          <w:b w:val="0"/>
          <w:bCs/>
          <w:smallCaps w:val="0"/>
          <w:szCs w:val="24"/>
        </w:rPr>
        <w:t>Ćwiczeni</w:t>
      </w:r>
      <w:r w:rsidR="00016312" w:rsidRPr="00A533C4">
        <w:rPr>
          <w:b w:val="0"/>
          <w:bCs/>
          <w:smallCaps w:val="0"/>
          <w:szCs w:val="24"/>
        </w:rPr>
        <w:t>a</w:t>
      </w:r>
      <w:r w:rsidR="003C7681" w:rsidRPr="00A533C4">
        <w:rPr>
          <w:b w:val="0"/>
          <w:bCs/>
          <w:smallCaps w:val="0"/>
          <w:szCs w:val="24"/>
        </w:rPr>
        <w:t xml:space="preserve">: </w:t>
      </w:r>
      <w:r w:rsidR="001537F4" w:rsidRPr="00A533C4">
        <w:rPr>
          <w:b w:val="0"/>
          <w:bCs/>
          <w:smallCaps w:val="0"/>
          <w:szCs w:val="24"/>
        </w:rPr>
        <w:t>dyskusja, prezentacja multimedialna, praca w grupach</w:t>
      </w:r>
    </w:p>
    <w:p w14:paraId="066133FC" w14:textId="77777777" w:rsidR="00FD3D21" w:rsidRDefault="00FD3D21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A141147" w14:textId="77777777" w:rsidR="00923D7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533C4">
        <w:rPr>
          <w:smallCaps w:val="0"/>
          <w:szCs w:val="24"/>
        </w:rPr>
        <w:t xml:space="preserve">4. </w:t>
      </w:r>
      <w:r w:rsidR="0085747A" w:rsidRPr="00A533C4">
        <w:rPr>
          <w:smallCaps w:val="0"/>
          <w:szCs w:val="24"/>
        </w:rPr>
        <w:t>METODY I KRYTERIA OCENY</w:t>
      </w:r>
    </w:p>
    <w:p w14:paraId="4EE7BC9D" w14:textId="77777777" w:rsidR="00301C68" w:rsidRPr="00A533C4" w:rsidRDefault="00301C68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B3BBB7D" w14:textId="77777777" w:rsidR="0085747A" w:rsidRPr="00301C68" w:rsidRDefault="0085747A" w:rsidP="00301C68">
      <w:pPr>
        <w:pStyle w:val="Punktygwne"/>
        <w:spacing w:before="0" w:after="0"/>
        <w:ind w:left="426"/>
        <w:rPr>
          <w:smallCaps w:val="0"/>
          <w:szCs w:val="24"/>
        </w:rPr>
      </w:pPr>
      <w:r w:rsidRPr="00A533C4">
        <w:rPr>
          <w:smallCaps w:val="0"/>
          <w:szCs w:val="24"/>
        </w:rPr>
        <w:t xml:space="preserve">4.1 Sposoby weryfikacji efektów </w:t>
      </w:r>
      <w:r w:rsidR="00C05F44" w:rsidRPr="00A533C4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C7403" w:rsidRPr="00A533C4" w14:paraId="724B483D" w14:textId="77777777" w:rsidTr="00E534E2">
        <w:tc>
          <w:tcPr>
            <w:tcW w:w="1962" w:type="dxa"/>
            <w:vAlign w:val="center"/>
          </w:tcPr>
          <w:p w14:paraId="2D9465D4" w14:textId="77777777" w:rsidR="0085747A" w:rsidRPr="00A533C4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13516E" w14:textId="77777777" w:rsidR="0085747A" w:rsidRPr="00A533C4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D61FE3" w:rsidRPr="00A533C4">
              <w:rPr>
                <w:b w:val="0"/>
                <w:smallCaps w:val="0"/>
                <w:szCs w:val="24"/>
              </w:rPr>
              <w:t>się</w:t>
            </w:r>
          </w:p>
          <w:p w14:paraId="4D27B384" w14:textId="77777777" w:rsidR="0085747A" w:rsidRPr="00A533C4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(</w:t>
            </w:r>
            <w:r w:rsidR="0085747A" w:rsidRPr="00A533C4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1E9E88" w14:textId="77777777" w:rsidR="00923D7D" w:rsidRPr="00A533C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3CB47723" w14:textId="77777777" w:rsidR="0085747A" w:rsidRPr="00A533C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533C4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A533C4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5C7403" w:rsidRPr="00A533C4" w14:paraId="4C9908CD" w14:textId="77777777" w:rsidTr="00E534E2">
        <w:tc>
          <w:tcPr>
            <w:tcW w:w="1962" w:type="dxa"/>
          </w:tcPr>
          <w:p w14:paraId="4D1F33C9" w14:textId="77777777" w:rsidR="00B0496C" w:rsidRPr="00A533C4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2B36DDD" w14:textId="06FF8986" w:rsidR="000A25CB" w:rsidRDefault="00FD3D21" w:rsidP="000A25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E534E2" w:rsidRPr="00FD3D21">
              <w:rPr>
                <w:rFonts w:ascii="Times New Roman" w:hAnsi="Times New Roman"/>
                <w:sz w:val="24"/>
                <w:szCs w:val="24"/>
              </w:rPr>
              <w:t>gzamin pisemny</w:t>
            </w:r>
            <w:r w:rsidR="006B554A" w:rsidRPr="00FD3D21">
              <w:rPr>
                <w:rFonts w:ascii="Times New Roman" w:hAnsi="Times New Roman"/>
                <w:sz w:val="24"/>
                <w:szCs w:val="24"/>
              </w:rPr>
              <w:t>, kolokwium, projekt</w:t>
            </w:r>
            <w:r w:rsidR="000A25CB">
              <w:rPr>
                <w:rFonts w:ascii="Times New Roman" w:hAnsi="Times New Roman"/>
                <w:sz w:val="24"/>
                <w:szCs w:val="24"/>
              </w:rPr>
              <w:t xml:space="preserve"> (opracowanie </w:t>
            </w:r>
            <w:proofErr w:type="spellStart"/>
            <w:r w:rsidR="000A25CB">
              <w:rPr>
                <w:rFonts w:ascii="Times New Roman" w:hAnsi="Times New Roman"/>
                <w:sz w:val="24"/>
                <w:szCs w:val="24"/>
              </w:rPr>
              <w:t>inywidualnego</w:t>
            </w:r>
            <w:proofErr w:type="spellEnd"/>
            <w:r w:rsidR="000A25CB">
              <w:rPr>
                <w:rFonts w:ascii="Times New Roman" w:hAnsi="Times New Roman"/>
                <w:sz w:val="24"/>
                <w:szCs w:val="24"/>
              </w:rPr>
              <w:t xml:space="preserve"> planu rehabilitacji psychologicznej konkretnego dziecka z dysfunkcjami)</w:t>
            </w:r>
          </w:p>
          <w:p w14:paraId="411287F3" w14:textId="488A9193" w:rsidR="00B0496C" w:rsidRPr="00FD3D21" w:rsidRDefault="00B0496C" w:rsidP="00FD3D2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</w:tcPr>
          <w:p w14:paraId="7EF65E9F" w14:textId="77777777" w:rsidR="00B0496C" w:rsidRPr="005828E1" w:rsidRDefault="00E534E2" w:rsidP="005828E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5828E1">
              <w:rPr>
                <w:rFonts w:ascii="Times New Roman" w:hAnsi="Times New Roman"/>
                <w:sz w:val="24"/>
                <w:szCs w:val="24"/>
              </w:rPr>
              <w:t>w</w:t>
            </w:r>
            <w:r w:rsidR="006B554A" w:rsidRPr="005828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B554A" w:rsidRPr="005828E1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C7403" w:rsidRPr="00A533C4" w14:paraId="3BDDA59D" w14:textId="77777777" w:rsidTr="00E534E2">
        <w:tc>
          <w:tcPr>
            <w:tcW w:w="1962" w:type="dxa"/>
          </w:tcPr>
          <w:p w14:paraId="25F370DF" w14:textId="77777777" w:rsidR="00E534E2" w:rsidRPr="00A533C4" w:rsidRDefault="00E534E2" w:rsidP="00E534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73DF108" w14:textId="77777777" w:rsidR="00E534E2" w:rsidRPr="00FD3D21" w:rsidRDefault="00FD3D21" w:rsidP="00FD3D2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E534E2" w:rsidRPr="00FD3D21">
              <w:rPr>
                <w:rFonts w:ascii="Times New Roman" w:hAnsi="Times New Roman"/>
                <w:sz w:val="24"/>
                <w:szCs w:val="24"/>
              </w:rPr>
              <w:t>gzamin pisemny</w:t>
            </w:r>
          </w:p>
        </w:tc>
        <w:tc>
          <w:tcPr>
            <w:tcW w:w="2117" w:type="dxa"/>
          </w:tcPr>
          <w:p w14:paraId="6E548776" w14:textId="77777777" w:rsidR="00E534E2" w:rsidRPr="005828E1" w:rsidRDefault="00E534E2" w:rsidP="005828E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5828E1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5C7403" w:rsidRPr="00A533C4" w14:paraId="26896A11" w14:textId="77777777" w:rsidTr="00E534E2">
        <w:tc>
          <w:tcPr>
            <w:tcW w:w="1962" w:type="dxa"/>
          </w:tcPr>
          <w:p w14:paraId="412759AB" w14:textId="77777777" w:rsidR="00E534E2" w:rsidRPr="00A533C4" w:rsidRDefault="00E534E2" w:rsidP="00E534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1DA7C299" w14:textId="5DF06C56" w:rsidR="00E534E2" w:rsidRPr="00FD3D21" w:rsidRDefault="00FD3D21" w:rsidP="00FD3D2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E534E2" w:rsidRPr="00FD3D21">
              <w:rPr>
                <w:rFonts w:ascii="Times New Roman" w:hAnsi="Times New Roman"/>
                <w:sz w:val="24"/>
                <w:szCs w:val="24"/>
              </w:rPr>
              <w:t>gzamin pisemny</w:t>
            </w:r>
            <w:r w:rsidR="006B554A" w:rsidRPr="00FD3D21">
              <w:rPr>
                <w:rFonts w:ascii="Times New Roman" w:hAnsi="Times New Roman"/>
                <w:sz w:val="24"/>
                <w:szCs w:val="24"/>
              </w:rPr>
              <w:t>, kolokwium, projekt</w:t>
            </w:r>
            <w:r w:rsidR="000A25C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A25CB">
              <w:rPr>
                <w:rFonts w:ascii="Times New Roman" w:hAnsi="Times New Roman"/>
                <w:sz w:val="24"/>
                <w:szCs w:val="24"/>
              </w:rPr>
              <w:t>j.w</w:t>
            </w:r>
            <w:proofErr w:type="spellEnd"/>
            <w:r w:rsidR="000A25C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117" w:type="dxa"/>
          </w:tcPr>
          <w:p w14:paraId="47E13A61" w14:textId="77777777" w:rsidR="00E534E2" w:rsidRPr="005828E1" w:rsidRDefault="00E534E2" w:rsidP="005828E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5828E1">
              <w:rPr>
                <w:rFonts w:ascii="Times New Roman" w:hAnsi="Times New Roman"/>
                <w:sz w:val="24"/>
                <w:szCs w:val="24"/>
              </w:rPr>
              <w:t>w</w:t>
            </w:r>
            <w:r w:rsidR="006B554A" w:rsidRPr="005828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B554A" w:rsidRPr="005828E1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C7403" w:rsidRPr="00A533C4" w14:paraId="22CC5066" w14:textId="77777777" w:rsidTr="00E534E2">
        <w:tc>
          <w:tcPr>
            <w:tcW w:w="1962" w:type="dxa"/>
          </w:tcPr>
          <w:p w14:paraId="00B6C4F4" w14:textId="77777777" w:rsidR="00E534E2" w:rsidRPr="00A533C4" w:rsidRDefault="00E534E2" w:rsidP="00E534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EAE6FA5" w14:textId="74190D53" w:rsidR="00E534E2" w:rsidRPr="00FD3D21" w:rsidRDefault="001C44CD" w:rsidP="00FD3D2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D3D21">
              <w:rPr>
                <w:rFonts w:ascii="Times New Roman" w:hAnsi="Times New Roman"/>
                <w:sz w:val="24"/>
                <w:szCs w:val="24"/>
              </w:rPr>
              <w:t>kolokwium, projekt</w:t>
            </w:r>
            <w:r w:rsidR="000A25C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A25CB">
              <w:rPr>
                <w:rFonts w:ascii="Times New Roman" w:hAnsi="Times New Roman"/>
                <w:sz w:val="24"/>
                <w:szCs w:val="24"/>
              </w:rPr>
              <w:t>j.w</w:t>
            </w:r>
            <w:proofErr w:type="spellEnd"/>
            <w:r w:rsidR="000A25C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117" w:type="dxa"/>
          </w:tcPr>
          <w:p w14:paraId="04FE1730" w14:textId="77777777" w:rsidR="00E534E2" w:rsidRPr="005828E1" w:rsidRDefault="00FD3D21" w:rsidP="005828E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828E1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C7403" w:rsidRPr="00A533C4" w14:paraId="4B44B7EA" w14:textId="77777777" w:rsidTr="00E534E2">
        <w:tc>
          <w:tcPr>
            <w:tcW w:w="1962" w:type="dxa"/>
          </w:tcPr>
          <w:p w14:paraId="1335293B" w14:textId="77777777" w:rsidR="00E534E2" w:rsidRPr="00A533C4" w:rsidRDefault="001C44CD" w:rsidP="00E534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97B7D8B" w14:textId="10429C28" w:rsidR="00E534E2" w:rsidRPr="00FD3D21" w:rsidRDefault="001C44CD" w:rsidP="00FD3D2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D3D21">
              <w:rPr>
                <w:rFonts w:ascii="Times New Roman" w:hAnsi="Times New Roman"/>
                <w:sz w:val="24"/>
                <w:szCs w:val="24"/>
              </w:rPr>
              <w:t>kolokwium, projekt</w:t>
            </w:r>
            <w:r w:rsidR="000A25C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0A25CB">
              <w:rPr>
                <w:rFonts w:ascii="Times New Roman" w:hAnsi="Times New Roman"/>
                <w:sz w:val="24"/>
                <w:szCs w:val="24"/>
              </w:rPr>
              <w:t>j.w</w:t>
            </w:r>
            <w:proofErr w:type="spellEnd"/>
            <w:r w:rsidR="000A25C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117" w:type="dxa"/>
          </w:tcPr>
          <w:p w14:paraId="118C37C8" w14:textId="77777777" w:rsidR="00E534E2" w:rsidRPr="005828E1" w:rsidRDefault="00AA5134" w:rsidP="005828E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828E1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C7403" w:rsidRPr="00A533C4" w14:paraId="249BE21D" w14:textId="77777777" w:rsidTr="00E534E2">
        <w:tc>
          <w:tcPr>
            <w:tcW w:w="1962" w:type="dxa"/>
          </w:tcPr>
          <w:p w14:paraId="2650780E" w14:textId="77777777" w:rsidR="00E534E2" w:rsidRPr="00A533C4" w:rsidRDefault="001C44CD" w:rsidP="00E534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81A8813" w14:textId="77777777" w:rsidR="00E534E2" w:rsidRPr="00FD3D21" w:rsidRDefault="001C44CD" w:rsidP="00FD3D2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D3D2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CE33CAF" w14:textId="77777777" w:rsidR="00E534E2" w:rsidRPr="005828E1" w:rsidRDefault="00AA5134" w:rsidP="005828E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828E1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E534E2" w:rsidRPr="00A533C4" w14:paraId="3B57A385" w14:textId="77777777" w:rsidTr="00E534E2">
        <w:tc>
          <w:tcPr>
            <w:tcW w:w="1962" w:type="dxa"/>
          </w:tcPr>
          <w:p w14:paraId="0B3E3287" w14:textId="77777777" w:rsidR="00E534E2" w:rsidRPr="00A533C4" w:rsidRDefault="001C44CD" w:rsidP="00E534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C251D29" w14:textId="202B8DD6" w:rsidR="00E534E2" w:rsidRPr="00FD3D21" w:rsidRDefault="00AA5134" w:rsidP="00FD3D2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FD3D21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1C44CD" w:rsidRPr="00FD3D21">
              <w:rPr>
                <w:rFonts w:ascii="Times New Roman" w:hAnsi="Times New Roman"/>
                <w:sz w:val="24"/>
                <w:szCs w:val="24"/>
              </w:rPr>
              <w:t>, kolokwium, projekt</w:t>
            </w:r>
            <w:r w:rsidR="000A25CB">
              <w:rPr>
                <w:rFonts w:ascii="Times New Roman" w:hAnsi="Times New Roman"/>
                <w:sz w:val="24"/>
                <w:szCs w:val="24"/>
              </w:rPr>
              <w:t xml:space="preserve"> ((</w:t>
            </w:r>
            <w:proofErr w:type="spellStart"/>
            <w:r w:rsidR="000A25CB">
              <w:rPr>
                <w:rFonts w:ascii="Times New Roman" w:hAnsi="Times New Roman"/>
                <w:sz w:val="24"/>
                <w:szCs w:val="24"/>
              </w:rPr>
              <w:t>j.w</w:t>
            </w:r>
            <w:proofErr w:type="spellEnd"/>
            <w:r w:rsidR="000A25C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117" w:type="dxa"/>
          </w:tcPr>
          <w:p w14:paraId="66DCAFF8" w14:textId="77777777" w:rsidR="00E534E2" w:rsidRPr="005828E1" w:rsidRDefault="00AA5134" w:rsidP="005828E1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828E1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2C290AC5" w14:textId="77777777" w:rsidR="00923D7D" w:rsidRPr="00A533C4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D8EFF28" w14:textId="77777777" w:rsidR="0085747A" w:rsidRPr="00A533C4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A533C4">
        <w:rPr>
          <w:smallCaps w:val="0"/>
          <w:szCs w:val="24"/>
        </w:rPr>
        <w:t xml:space="preserve">4.2 </w:t>
      </w:r>
      <w:r w:rsidR="0085747A" w:rsidRPr="00A533C4">
        <w:rPr>
          <w:smallCaps w:val="0"/>
          <w:szCs w:val="24"/>
        </w:rPr>
        <w:t>Warunki zaliczenia przedmiotu (kryteria oceniania)</w:t>
      </w:r>
    </w:p>
    <w:p w14:paraId="31DF8856" w14:textId="77777777" w:rsidR="009B53BB" w:rsidRPr="00A533C4" w:rsidRDefault="009B53BB" w:rsidP="00FC4280">
      <w:pPr>
        <w:pStyle w:val="Punktygwne"/>
        <w:spacing w:before="0" w:after="0"/>
        <w:rPr>
          <w:b w:val="0"/>
          <w:smallCaps w:val="0"/>
          <w:szCs w:val="24"/>
        </w:rPr>
      </w:pPr>
      <w:r w:rsidRPr="00A533C4">
        <w:rPr>
          <w:b w:val="0"/>
          <w:smallCaps w:val="0"/>
          <w:szCs w:val="24"/>
        </w:rPr>
        <w:t xml:space="preserve">1. </w:t>
      </w:r>
      <w:r w:rsidR="00AA5134" w:rsidRPr="00A533C4">
        <w:rPr>
          <w:b w:val="0"/>
          <w:smallCaps w:val="0"/>
          <w:szCs w:val="24"/>
        </w:rPr>
        <w:t xml:space="preserve">Egzamin </w:t>
      </w:r>
      <w:r w:rsidR="00946F37" w:rsidRPr="00A533C4">
        <w:rPr>
          <w:b w:val="0"/>
          <w:smallCaps w:val="0"/>
          <w:szCs w:val="24"/>
        </w:rPr>
        <w:t xml:space="preserve">– </w:t>
      </w:r>
      <w:r w:rsidR="00AA5134" w:rsidRPr="00A533C4">
        <w:rPr>
          <w:b w:val="0"/>
          <w:smallCaps w:val="0"/>
          <w:szCs w:val="24"/>
        </w:rPr>
        <w:t>test</w:t>
      </w:r>
    </w:p>
    <w:p w14:paraId="677E06CF" w14:textId="77777777" w:rsidR="00946F37" w:rsidRPr="00A533C4" w:rsidRDefault="00946F37" w:rsidP="00FC4280">
      <w:pPr>
        <w:pStyle w:val="Punktygwne"/>
        <w:spacing w:before="0" w:after="0"/>
        <w:rPr>
          <w:b w:val="0"/>
          <w:smallCaps w:val="0"/>
          <w:szCs w:val="24"/>
        </w:rPr>
      </w:pPr>
      <w:r w:rsidRPr="00A533C4">
        <w:rPr>
          <w:b w:val="0"/>
          <w:smallCaps w:val="0"/>
          <w:szCs w:val="24"/>
        </w:rPr>
        <w:t>Egzamin pisemny testowy z pytaniami zamkniętymi jednokrotnego wyboru. 5.0 – wykazuje znajomość treści kształcenia na poziomie 93%-100% 4.5 – wykazuje znajomość treści kształcenia na poziomie 85%-92% 4.0 – wykazuje znajomość treści kształcenia na poziomie 77%-84% 3.5 – wykazuje znajomość treści kształcenia na poziomie 69%-76% 3.0 – wykazuje znajomość treści kształcenia na poziomie 60%-68% 2.0 – wykazuje znajomość treści kształcenia poniżej 60%</w:t>
      </w:r>
    </w:p>
    <w:p w14:paraId="68D81C8C" w14:textId="41C62D94" w:rsidR="00AA5134" w:rsidRPr="00A533C4" w:rsidRDefault="005F51E2" w:rsidP="00AA5134">
      <w:pPr>
        <w:pStyle w:val="Punktygwne"/>
        <w:spacing w:after="0"/>
        <w:rPr>
          <w:b w:val="0"/>
          <w:smallCaps w:val="0"/>
          <w:szCs w:val="24"/>
        </w:rPr>
      </w:pPr>
      <w:r w:rsidRPr="00A533C4">
        <w:rPr>
          <w:b w:val="0"/>
          <w:smallCaps w:val="0"/>
          <w:szCs w:val="24"/>
        </w:rPr>
        <w:t>2</w:t>
      </w:r>
      <w:r w:rsidR="00AA5134" w:rsidRPr="00A533C4">
        <w:rPr>
          <w:b w:val="0"/>
          <w:smallCaps w:val="0"/>
          <w:szCs w:val="24"/>
        </w:rPr>
        <w:t xml:space="preserve">. </w:t>
      </w:r>
      <w:r w:rsidR="00946F37" w:rsidRPr="00A533C4">
        <w:rPr>
          <w:b w:val="0"/>
          <w:smallCaps w:val="0"/>
          <w:szCs w:val="24"/>
        </w:rPr>
        <w:t xml:space="preserve">Zaliczenie ćwiczeń - </w:t>
      </w:r>
      <w:r w:rsidR="00AA5134" w:rsidRPr="00A533C4">
        <w:rPr>
          <w:b w:val="0"/>
          <w:smallCaps w:val="0"/>
          <w:szCs w:val="24"/>
        </w:rPr>
        <w:t>Kolokwium pisemne</w:t>
      </w:r>
      <w:r w:rsidR="000A25CB">
        <w:rPr>
          <w:b w:val="0"/>
          <w:smallCaps w:val="0"/>
          <w:szCs w:val="24"/>
        </w:rPr>
        <w:t xml:space="preserve"> </w:t>
      </w:r>
    </w:p>
    <w:p w14:paraId="45CC0F89" w14:textId="77777777" w:rsidR="0085747A" w:rsidRDefault="00946F37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A533C4">
        <w:rPr>
          <w:b w:val="0"/>
          <w:smallCaps w:val="0"/>
          <w:szCs w:val="24"/>
        </w:rPr>
        <w:t>Kolokwium pisemne z pytaniami zamkniętymi jednokrotnego wyboru oraz otwartymi problemowymi. 5.0 – wykazuje znajomość treści kształcenia na poziomie 93%-100% 4.5 – wykazuje znajomość treści kształcenia na poziomie 85%-92% 4.0 – wykazuje znajomość treści kształcenia na poziomie 77%-84% 3.5 – wykazuje znajomość treści kształcenia na poziomie 69%-76% 3.0 – wykazuje znajomość treści kształcenia na poziomie 61%-68% 2.0 – wykazuje znajomość treści kształcenia poniżej 60%</w:t>
      </w:r>
    </w:p>
    <w:p w14:paraId="2819A1D2" w14:textId="3B697739" w:rsidR="000A25CB" w:rsidRDefault="000A25CB" w:rsidP="000A25CB">
      <w:pPr>
        <w:pStyle w:val="Akapitzlist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A25CB">
        <w:rPr>
          <w:rFonts w:ascii="Times New Roman" w:hAnsi="Times New Roman"/>
          <w:bCs/>
          <w:smallCaps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Zaliczenie projektu: opracowanie </w:t>
      </w:r>
      <w:proofErr w:type="spellStart"/>
      <w:r>
        <w:rPr>
          <w:rFonts w:ascii="Times New Roman" w:hAnsi="Times New Roman"/>
          <w:sz w:val="24"/>
          <w:szCs w:val="24"/>
        </w:rPr>
        <w:t>inywidualnego</w:t>
      </w:r>
      <w:proofErr w:type="spellEnd"/>
      <w:r>
        <w:rPr>
          <w:rFonts w:ascii="Times New Roman" w:hAnsi="Times New Roman"/>
          <w:sz w:val="24"/>
          <w:szCs w:val="24"/>
        </w:rPr>
        <w:t xml:space="preserve"> planu rehabilitacji psychologicznej konkretnego dziecka z dysfunkcjami</w:t>
      </w:r>
    </w:p>
    <w:p w14:paraId="2F2A5DF5" w14:textId="7A61B0EE" w:rsidR="000A25CB" w:rsidRPr="00A533C4" w:rsidRDefault="000A25CB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07CCB18" w14:textId="77777777" w:rsidR="00946F37" w:rsidRPr="00A533C4" w:rsidRDefault="00946F37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E8826C5" w14:textId="77777777" w:rsidR="009F4610" w:rsidRPr="00A533C4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F69D8">
        <w:rPr>
          <w:rFonts w:ascii="Times New Roman" w:hAnsi="Times New Roman"/>
          <w:b/>
          <w:bCs/>
          <w:sz w:val="24"/>
          <w:szCs w:val="24"/>
        </w:rPr>
        <w:t>5.</w:t>
      </w:r>
      <w:r w:rsidR="00C61DC5" w:rsidRPr="008F69D8">
        <w:rPr>
          <w:rFonts w:ascii="Times New Roman" w:hAnsi="Times New Roman"/>
          <w:b/>
          <w:bCs/>
          <w:sz w:val="24"/>
          <w:szCs w:val="24"/>
        </w:rPr>
        <w:t>CAŁKOWITY NAKŁAD PRACY STUDENTA POTRZEBNY DO OSIĄGNIĘCIA ZAŁOŻONYCH EFEKTÓW</w:t>
      </w:r>
      <w:r w:rsidR="00C61DC5" w:rsidRPr="00A533C4">
        <w:rPr>
          <w:rFonts w:ascii="Times New Roman" w:hAnsi="Times New Roman"/>
          <w:b/>
          <w:sz w:val="24"/>
          <w:szCs w:val="24"/>
        </w:rPr>
        <w:t xml:space="preserve">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A533C4" w14:paraId="377DCE32" w14:textId="77777777" w:rsidTr="00E174FD">
        <w:tc>
          <w:tcPr>
            <w:tcW w:w="4962" w:type="dxa"/>
            <w:vAlign w:val="center"/>
          </w:tcPr>
          <w:p w14:paraId="18441F3F" w14:textId="77777777" w:rsidR="000C5696" w:rsidRPr="00A533C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3C4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86F78E6" w14:textId="77777777" w:rsidR="000C5696" w:rsidRPr="00A533C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33C4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A533C4" w14:paraId="3702F91F" w14:textId="77777777" w:rsidTr="00E174FD">
        <w:tc>
          <w:tcPr>
            <w:tcW w:w="4962" w:type="dxa"/>
          </w:tcPr>
          <w:p w14:paraId="705C284E" w14:textId="77777777" w:rsidR="000C5696" w:rsidRPr="00A533C4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A8337DE" w14:textId="77777777" w:rsidR="000C5696" w:rsidRPr="00A533C4" w:rsidRDefault="00011A7F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C5696" w:rsidRPr="00A533C4" w14:paraId="6B1B08F4" w14:textId="77777777" w:rsidTr="00E174FD">
        <w:tc>
          <w:tcPr>
            <w:tcW w:w="4962" w:type="dxa"/>
          </w:tcPr>
          <w:p w14:paraId="081BD9F4" w14:textId="77777777" w:rsidR="000C5696" w:rsidRPr="00A533C4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A533C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F852841" w14:textId="77777777" w:rsidR="003B346E" w:rsidRPr="00A533C4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A533C4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22660B73" w14:textId="04A0AE0D" w:rsidR="000C5696" w:rsidRPr="00A533C4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-udział</w:t>
            </w:r>
            <w:r w:rsidR="00FE67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3B0" w:rsidRPr="00A533C4">
              <w:rPr>
                <w:rFonts w:ascii="Times New Roman" w:hAnsi="Times New Roman"/>
                <w:sz w:val="24"/>
                <w:szCs w:val="24"/>
              </w:rPr>
              <w:t>w</w:t>
            </w:r>
            <w:r w:rsidR="00FE67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A533C4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3FD1F958" w14:textId="77777777" w:rsidR="003B346E" w:rsidRPr="00A533C4" w:rsidRDefault="003B346E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577224" w14:textId="77777777" w:rsidR="003B346E" w:rsidRPr="00A533C4" w:rsidRDefault="003B346E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6C2D2BA" w14:textId="77777777" w:rsidR="000C5696" w:rsidRPr="00A533C4" w:rsidRDefault="0050664A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5696" w:rsidRPr="00A533C4" w14:paraId="7721721F" w14:textId="77777777" w:rsidTr="00E174FD">
        <w:tc>
          <w:tcPr>
            <w:tcW w:w="4962" w:type="dxa"/>
          </w:tcPr>
          <w:p w14:paraId="07335B40" w14:textId="77777777" w:rsidR="000C5696" w:rsidRPr="00A533C4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A533C4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A533C4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A533C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8405B39" w14:textId="77777777" w:rsidR="003B346E" w:rsidRPr="00A533C4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A533C4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14:paraId="321F1163" w14:textId="77777777" w:rsidR="00FE67E3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-</w:t>
            </w:r>
            <w:r w:rsidR="00DA323B" w:rsidRPr="00A533C4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A533C4">
              <w:rPr>
                <w:rFonts w:ascii="Times New Roman" w:hAnsi="Times New Roman"/>
                <w:sz w:val="24"/>
                <w:szCs w:val="24"/>
              </w:rPr>
              <w:t>y</w:t>
            </w:r>
          </w:p>
          <w:p w14:paraId="37F883A8" w14:textId="111AA31F" w:rsidR="008F03B0" w:rsidRDefault="00AA5134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67E3">
              <w:rPr>
                <w:rFonts w:ascii="Times New Roman" w:hAnsi="Times New Roman"/>
                <w:sz w:val="24"/>
                <w:szCs w:val="24"/>
              </w:rPr>
              <w:t>-</w:t>
            </w:r>
            <w:r w:rsidRPr="00A533C4">
              <w:rPr>
                <w:rFonts w:ascii="Times New Roman" w:hAnsi="Times New Roman"/>
                <w:sz w:val="24"/>
                <w:szCs w:val="24"/>
              </w:rPr>
              <w:t xml:space="preserve"> przygotowani</w:t>
            </w:r>
            <w:r w:rsidR="005F51E2" w:rsidRPr="00A533C4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A533C4">
              <w:rPr>
                <w:rFonts w:ascii="Times New Roman" w:hAnsi="Times New Roman"/>
                <w:sz w:val="24"/>
                <w:szCs w:val="24"/>
              </w:rPr>
              <w:t>projektu</w:t>
            </w:r>
            <w:r w:rsidR="00FE67E3">
              <w:rPr>
                <w:rFonts w:ascii="Times New Roman" w:hAnsi="Times New Roman"/>
                <w:sz w:val="24"/>
                <w:szCs w:val="24"/>
              </w:rPr>
              <w:t xml:space="preserve"> (opracowanie </w:t>
            </w:r>
            <w:proofErr w:type="spellStart"/>
            <w:r w:rsidR="00FE67E3">
              <w:rPr>
                <w:rFonts w:ascii="Times New Roman" w:hAnsi="Times New Roman"/>
                <w:sz w:val="24"/>
                <w:szCs w:val="24"/>
              </w:rPr>
              <w:t>inywidualnego</w:t>
            </w:r>
            <w:proofErr w:type="spellEnd"/>
            <w:r w:rsidR="00FE67E3">
              <w:rPr>
                <w:rFonts w:ascii="Times New Roman" w:hAnsi="Times New Roman"/>
                <w:sz w:val="24"/>
                <w:szCs w:val="24"/>
              </w:rPr>
              <w:t xml:space="preserve"> planu rehabilitacji psychologicznej konkretnego dziecka z dysfunkcjami)</w:t>
            </w:r>
          </w:p>
          <w:p w14:paraId="53DF97BA" w14:textId="77777777" w:rsidR="00011A7F" w:rsidRPr="00A533C4" w:rsidRDefault="00011A7F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43CC904A" w14:textId="77777777" w:rsidR="00011A7F" w:rsidRDefault="00011A7F" w:rsidP="008F69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34373A" w14:textId="77777777" w:rsidR="00FE67E3" w:rsidRDefault="00FE67E3" w:rsidP="008F69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C838EF" w14:textId="77777777" w:rsidR="003B346E" w:rsidRPr="00A533C4" w:rsidRDefault="00AA5134" w:rsidP="008F69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313CD854" w14:textId="77777777" w:rsidR="003B346E" w:rsidRDefault="00011A7F" w:rsidP="008F69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2861176" w14:textId="77777777" w:rsidR="00011A7F" w:rsidRDefault="00FE67E3" w:rsidP="008F69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643EE81" w14:textId="5C58BB06" w:rsidR="00FE67E3" w:rsidRPr="00A533C4" w:rsidRDefault="00FE67E3" w:rsidP="008F69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C5696" w:rsidRPr="00A533C4" w14:paraId="70A97A1E" w14:textId="77777777" w:rsidTr="00E174FD">
        <w:tc>
          <w:tcPr>
            <w:tcW w:w="4962" w:type="dxa"/>
          </w:tcPr>
          <w:p w14:paraId="5924165B" w14:textId="77777777" w:rsidR="000C5696" w:rsidRPr="00A533C4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533C4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7A8E14" w14:textId="77777777" w:rsidR="000C5696" w:rsidRPr="00A533C4" w:rsidRDefault="00011A7F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A533C4" w14:paraId="245F6CCF" w14:textId="77777777" w:rsidTr="00E174FD">
        <w:tc>
          <w:tcPr>
            <w:tcW w:w="4962" w:type="dxa"/>
          </w:tcPr>
          <w:p w14:paraId="30BEBD79" w14:textId="77777777" w:rsidR="000C5696" w:rsidRPr="00A533C4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533C4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778614" w14:textId="77777777" w:rsidR="000C5696" w:rsidRPr="00301C68" w:rsidRDefault="00011A7F" w:rsidP="008F69D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C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7BDDF5DF" w14:textId="77777777" w:rsidR="003E1941" w:rsidRDefault="00923D7D" w:rsidP="00856B67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A533C4">
        <w:rPr>
          <w:b w:val="0"/>
          <w:i/>
          <w:smallCaps w:val="0"/>
          <w:szCs w:val="24"/>
        </w:rPr>
        <w:t xml:space="preserve">* </w:t>
      </w:r>
      <w:r w:rsidR="00C61DC5" w:rsidRPr="00A533C4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2E6074" w14:textId="77777777" w:rsidR="00856B67" w:rsidRPr="00856B67" w:rsidRDefault="00856B67" w:rsidP="00856B67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</w:p>
    <w:p w14:paraId="4737001B" w14:textId="77777777" w:rsidR="0085747A" w:rsidRPr="00A533C4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A533C4">
        <w:rPr>
          <w:smallCaps w:val="0"/>
          <w:szCs w:val="24"/>
        </w:rPr>
        <w:t xml:space="preserve">6. </w:t>
      </w:r>
      <w:r w:rsidR="0085747A" w:rsidRPr="00A533C4">
        <w:rPr>
          <w:smallCaps w:val="0"/>
          <w:szCs w:val="24"/>
        </w:rPr>
        <w:t>PRAKTYKI ZAWO</w:t>
      </w:r>
      <w:r w:rsidR="009C1331" w:rsidRPr="00A533C4">
        <w:rPr>
          <w:smallCaps w:val="0"/>
          <w:szCs w:val="24"/>
        </w:rPr>
        <w:t>DOWE W RAMACH PRZEDMIOTU</w:t>
      </w:r>
    </w:p>
    <w:p w14:paraId="240BEDF7" w14:textId="77777777" w:rsidR="0085747A" w:rsidRPr="00A533C4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5132"/>
      </w:tblGrid>
      <w:tr w:rsidR="0085747A" w:rsidRPr="00A533C4" w14:paraId="53BB2E59" w14:textId="77777777" w:rsidTr="005F51E2">
        <w:trPr>
          <w:trHeight w:val="397"/>
        </w:trPr>
        <w:tc>
          <w:tcPr>
            <w:tcW w:w="3940" w:type="dxa"/>
          </w:tcPr>
          <w:p w14:paraId="78B4F49E" w14:textId="77777777" w:rsidR="0085747A" w:rsidRPr="00A533C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14:paraId="51195413" w14:textId="77777777" w:rsidR="00301C68" w:rsidRPr="00A533C4" w:rsidRDefault="00301C68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EEDF72E" w14:textId="77777777" w:rsidR="003E1941" w:rsidRPr="00A533C4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A307A4D" w14:textId="77777777" w:rsidR="0085747A" w:rsidRDefault="00675843" w:rsidP="009C54AE">
      <w:pPr>
        <w:pStyle w:val="Punktygwne"/>
        <w:spacing w:before="0" w:after="0"/>
        <w:rPr>
          <w:b w:val="0"/>
          <w:bCs/>
          <w:smallCaps w:val="0"/>
          <w:szCs w:val="24"/>
        </w:rPr>
      </w:pPr>
      <w:r w:rsidRPr="00A533C4">
        <w:rPr>
          <w:b w:val="0"/>
          <w:bCs/>
          <w:smallCaps w:val="0"/>
          <w:szCs w:val="24"/>
        </w:rPr>
        <w:lastRenderedPageBreak/>
        <w:t xml:space="preserve">7. </w:t>
      </w:r>
      <w:r w:rsidR="0085747A" w:rsidRPr="00A533C4">
        <w:rPr>
          <w:b w:val="0"/>
          <w:bCs/>
          <w:smallCaps w:val="0"/>
          <w:szCs w:val="24"/>
        </w:rPr>
        <w:t>LITERATURA</w:t>
      </w:r>
    </w:p>
    <w:p w14:paraId="50D0A69A" w14:textId="77777777" w:rsidR="00095694" w:rsidRPr="00A533C4" w:rsidRDefault="00095694" w:rsidP="009C54AE">
      <w:pPr>
        <w:pStyle w:val="Punktygwne"/>
        <w:spacing w:before="0" w:after="0"/>
        <w:rPr>
          <w:b w:val="0"/>
          <w:bCs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A323B" w:rsidRPr="00A533C4" w14:paraId="4AEECC7E" w14:textId="77777777" w:rsidTr="005F51E2">
        <w:trPr>
          <w:trHeight w:val="397"/>
        </w:trPr>
        <w:tc>
          <w:tcPr>
            <w:tcW w:w="9072" w:type="dxa"/>
          </w:tcPr>
          <w:p w14:paraId="6F94387C" w14:textId="77777777" w:rsidR="00DA323B" w:rsidRPr="005828E1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828E1">
              <w:rPr>
                <w:smallCaps w:val="0"/>
                <w:szCs w:val="24"/>
              </w:rPr>
              <w:t>Literatura podstawowa:</w:t>
            </w:r>
          </w:p>
          <w:p w14:paraId="2447E562" w14:textId="77777777" w:rsidR="004A411D" w:rsidRPr="00A533C4" w:rsidRDefault="004A411D" w:rsidP="004A411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Kwolek</w:t>
            </w:r>
            <w:r w:rsidR="005F51E2" w:rsidRPr="00A533C4">
              <w:rPr>
                <w:b w:val="0"/>
                <w:smallCaps w:val="0"/>
                <w:szCs w:val="24"/>
              </w:rPr>
              <w:t xml:space="preserve">, A. (2012). </w:t>
            </w:r>
            <w:r w:rsidRPr="00456DEF">
              <w:rPr>
                <w:b w:val="0"/>
                <w:i/>
                <w:smallCaps w:val="0"/>
                <w:szCs w:val="24"/>
              </w:rPr>
              <w:t>Rehabilitacja medyczna</w:t>
            </w:r>
            <w:r w:rsidRPr="00A533C4">
              <w:rPr>
                <w:b w:val="0"/>
                <w:smallCaps w:val="0"/>
                <w:szCs w:val="24"/>
              </w:rPr>
              <w:t xml:space="preserve">. </w:t>
            </w:r>
            <w:r w:rsidR="005F51E2" w:rsidRPr="00A533C4">
              <w:rPr>
                <w:b w:val="0"/>
                <w:smallCaps w:val="0"/>
                <w:szCs w:val="24"/>
              </w:rPr>
              <w:t xml:space="preserve">Wrocław: </w:t>
            </w:r>
            <w:r w:rsidRPr="00A533C4">
              <w:rPr>
                <w:b w:val="0"/>
                <w:smallCaps w:val="0"/>
                <w:szCs w:val="24"/>
              </w:rPr>
              <w:t xml:space="preserve">Urban and Partner </w:t>
            </w:r>
          </w:p>
          <w:p w14:paraId="7537AFA6" w14:textId="77777777" w:rsidR="005F51E2" w:rsidRPr="00A533C4" w:rsidRDefault="00570F36" w:rsidP="005F51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Kowalik</w:t>
            </w:r>
            <w:r w:rsidR="005F51E2" w:rsidRPr="00A533C4">
              <w:rPr>
                <w:b w:val="0"/>
                <w:smallCaps w:val="0"/>
                <w:szCs w:val="24"/>
              </w:rPr>
              <w:t xml:space="preserve">, S. (2007). </w:t>
            </w:r>
            <w:r w:rsidRPr="00456DEF">
              <w:rPr>
                <w:b w:val="0"/>
                <w:i/>
                <w:smallCaps w:val="0"/>
                <w:szCs w:val="24"/>
              </w:rPr>
              <w:t>Psychologia rehabilitacji</w:t>
            </w:r>
            <w:r w:rsidR="00024D95" w:rsidRPr="00A533C4">
              <w:rPr>
                <w:b w:val="0"/>
                <w:smallCaps w:val="0"/>
                <w:szCs w:val="24"/>
              </w:rPr>
              <w:t xml:space="preserve">. </w:t>
            </w:r>
            <w:r w:rsidR="005F51E2" w:rsidRPr="00A533C4">
              <w:rPr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="00024D95" w:rsidRPr="00A533C4">
              <w:rPr>
                <w:b w:val="0"/>
                <w:smallCaps w:val="0"/>
                <w:szCs w:val="24"/>
              </w:rPr>
              <w:t>WAiP</w:t>
            </w:r>
            <w:proofErr w:type="spellEnd"/>
          </w:p>
          <w:p w14:paraId="745A6558" w14:textId="77777777" w:rsidR="00DA323B" w:rsidRPr="00A533C4" w:rsidRDefault="00024D95" w:rsidP="005F51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Zabłocka</w:t>
            </w:r>
            <w:r w:rsidR="005F51E2" w:rsidRPr="00A533C4">
              <w:rPr>
                <w:b w:val="0"/>
                <w:smallCaps w:val="0"/>
                <w:szCs w:val="24"/>
              </w:rPr>
              <w:t xml:space="preserve"> –</w:t>
            </w:r>
            <w:r w:rsidRPr="00A533C4">
              <w:rPr>
                <w:b w:val="0"/>
                <w:smallCaps w:val="0"/>
                <w:szCs w:val="24"/>
              </w:rPr>
              <w:t xml:space="preserve"> Żytka</w:t>
            </w:r>
            <w:r w:rsidR="005F51E2" w:rsidRPr="00A533C4">
              <w:rPr>
                <w:b w:val="0"/>
                <w:smallCaps w:val="0"/>
                <w:szCs w:val="24"/>
              </w:rPr>
              <w:t xml:space="preserve">, L., </w:t>
            </w:r>
            <w:r w:rsidR="00AD2D70" w:rsidRPr="00A533C4">
              <w:rPr>
                <w:b w:val="0"/>
                <w:smallCaps w:val="0"/>
                <w:szCs w:val="24"/>
              </w:rPr>
              <w:t>Sokołowska</w:t>
            </w:r>
            <w:r w:rsidR="005F51E2" w:rsidRPr="00A533C4">
              <w:rPr>
                <w:b w:val="0"/>
                <w:smallCaps w:val="0"/>
                <w:szCs w:val="24"/>
              </w:rPr>
              <w:t xml:space="preserve">, E. (2016). </w:t>
            </w:r>
            <w:r w:rsidRPr="00456DEF">
              <w:rPr>
                <w:b w:val="0"/>
                <w:i/>
                <w:smallCaps w:val="0"/>
                <w:szCs w:val="24"/>
              </w:rPr>
              <w:t xml:space="preserve">Pomoc psychologiczna osobom chorym </w:t>
            </w:r>
            <w:proofErr w:type="spellStart"/>
            <w:r w:rsidRPr="00456DEF">
              <w:rPr>
                <w:b w:val="0"/>
                <w:i/>
                <w:smallCaps w:val="0"/>
                <w:szCs w:val="24"/>
              </w:rPr>
              <w:t>somatycznie</w:t>
            </w:r>
            <w:r w:rsidR="005F51E2" w:rsidRPr="00456DEF">
              <w:rPr>
                <w:b w:val="0"/>
                <w:i/>
                <w:smallCaps w:val="0"/>
                <w:szCs w:val="24"/>
              </w:rPr>
              <w:t>.</w:t>
            </w:r>
            <w:r w:rsidR="00AD2D70" w:rsidRPr="00A533C4">
              <w:rPr>
                <w:b w:val="0"/>
                <w:smallCaps w:val="0"/>
                <w:szCs w:val="24"/>
              </w:rPr>
              <w:t>Warszawa</w:t>
            </w:r>
            <w:proofErr w:type="spellEnd"/>
            <w:r w:rsidR="00AD2D70" w:rsidRPr="00A533C4">
              <w:rPr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A533C4">
              <w:rPr>
                <w:b w:val="0"/>
                <w:smallCaps w:val="0"/>
                <w:szCs w:val="24"/>
              </w:rPr>
              <w:t>Difin</w:t>
            </w:r>
            <w:proofErr w:type="spellEnd"/>
          </w:p>
        </w:tc>
      </w:tr>
      <w:tr w:rsidR="00DA323B" w:rsidRPr="00A533C4" w14:paraId="2356F60F" w14:textId="77777777" w:rsidTr="005F51E2">
        <w:trPr>
          <w:trHeight w:val="397"/>
        </w:trPr>
        <w:tc>
          <w:tcPr>
            <w:tcW w:w="9072" w:type="dxa"/>
          </w:tcPr>
          <w:p w14:paraId="4627CA6D" w14:textId="77777777" w:rsidR="00DA323B" w:rsidRPr="005828E1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828E1">
              <w:rPr>
                <w:smallCaps w:val="0"/>
                <w:szCs w:val="24"/>
              </w:rPr>
              <w:t xml:space="preserve">Literatura uzupełniająca: </w:t>
            </w:r>
          </w:p>
          <w:p w14:paraId="7F8D8A77" w14:textId="77777777" w:rsidR="00ED19A1" w:rsidRPr="00A533C4" w:rsidRDefault="00ED19A1" w:rsidP="00ED19A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A533C4">
              <w:rPr>
                <w:b w:val="0"/>
                <w:smallCaps w:val="0"/>
                <w:szCs w:val="24"/>
              </w:rPr>
              <w:t>Kliszcz</w:t>
            </w:r>
            <w:proofErr w:type="spellEnd"/>
            <w:r w:rsidRPr="00A533C4">
              <w:rPr>
                <w:b w:val="0"/>
                <w:smallCaps w:val="0"/>
                <w:szCs w:val="24"/>
              </w:rPr>
              <w:t>,</w:t>
            </w:r>
            <w:r w:rsidR="00AD2D70" w:rsidRPr="00A533C4">
              <w:rPr>
                <w:b w:val="0"/>
                <w:smallCaps w:val="0"/>
                <w:szCs w:val="24"/>
              </w:rPr>
              <w:t xml:space="preserve"> J. (2015). </w:t>
            </w:r>
            <w:r w:rsidRPr="00456DEF">
              <w:rPr>
                <w:b w:val="0"/>
                <w:i/>
                <w:smallCaps w:val="0"/>
                <w:szCs w:val="24"/>
              </w:rPr>
              <w:t>Psychologia dla fizjoterapeutów i masażystów</w:t>
            </w:r>
            <w:r w:rsidR="00AD2D70" w:rsidRPr="00A533C4">
              <w:rPr>
                <w:b w:val="0"/>
                <w:smallCaps w:val="0"/>
                <w:szCs w:val="24"/>
              </w:rPr>
              <w:t xml:space="preserve">. Warszawa: </w:t>
            </w:r>
            <w:proofErr w:type="spellStart"/>
            <w:r w:rsidRPr="00A533C4">
              <w:rPr>
                <w:b w:val="0"/>
                <w:smallCaps w:val="0"/>
                <w:szCs w:val="24"/>
              </w:rPr>
              <w:t>Difin</w:t>
            </w:r>
            <w:proofErr w:type="spellEnd"/>
          </w:p>
          <w:p w14:paraId="7405F362" w14:textId="77777777" w:rsidR="00DA323B" w:rsidRPr="00A533C4" w:rsidRDefault="004A411D" w:rsidP="00156B8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533C4">
              <w:rPr>
                <w:b w:val="0"/>
                <w:smallCaps w:val="0"/>
                <w:szCs w:val="24"/>
              </w:rPr>
              <w:t>Śliwiński</w:t>
            </w:r>
            <w:r w:rsidR="00AD2D70" w:rsidRPr="00A533C4">
              <w:rPr>
                <w:b w:val="0"/>
                <w:smallCaps w:val="0"/>
                <w:szCs w:val="24"/>
              </w:rPr>
              <w:t>,</w:t>
            </w:r>
            <w:r w:rsidRPr="00A533C4">
              <w:rPr>
                <w:b w:val="0"/>
                <w:smallCaps w:val="0"/>
                <w:szCs w:val="24"/>
              </w:rPr>
              <w:t xml:space="preserve"> Z., Sieroń</w:t>
            </w:r>
            <w:r w:rsidR="00AD2D70" w:rsidRPr="00A533C4">
              <w:rPr>
                <w:b w:val="0"/>
                <w:smallCaps w:val="0"/>
                <w:szCs w:val="24"/>
              </w:rPr>
              <w:t>,</w:t>
            </w:r>
            <w:r w:rsidRPr="00A533C4">
              <w:rPr>
                <w:b w:val="0"/>
                <w:smallCaps w:val="0"/>
                <w:szCs w:val="24"/>
              </w:rPr>
              <w:t xml:space="preserve"> A. </w:t>
            </w:r>
            <w:r w:rsidR="00AD2D70" w:rsidRPr="00A533C4">
              <w:rPr>
                <w:b w:val="0"/>
                <w:smallCaps w:val="0"/>
                <w:szCs w:val="24"/>
              </w:rPr>
              <w:t xml:space="preserve">(2014). </w:t>
            </w:r>
            <w:r w:rsidR="00AD2D70" w:rsidRPr="00456DEF">
              <w:rPr>
                <w:b w:val="0"/>
                <w:i/>
                <w:smallCaps w:val="0"/>
                <w:szCs w:val="24"/>
              </w:rPr>
              <w:t>W</w:t>
            </w:r>
            <w:r w:rsidRPr="00456DEF">
              <w:rPr>
                <w:b w:val="0"/>
                <w:i/>
                <w:smallCaps w:val="0"/>
                <w:szCs w:val="24"/>
              </w:rPr>
              <w:t>ielka Fizjoterapia. T.1-3</w:t>
            </w:r>
            <w:r w:rsidR="00AD2D70" w:rsidRPr="00456DEF">
              <w:rPr>
                <w:b w:val="0"/>
                <w:i/>
                <w:smallCaps w:val="0"/>
                <w:szCs w:val="24"/>
              </w:rPr>
              <w:t>.</w:t>
            </w:r>
            <w:r w:rsidR="00AD2D70" w:rsidRPr="00A533C4">
              <w:rPr>
                <w:b w:val="0"/>
                <w:smallCaps w:val="0"/>
                <w:szCs w:val="24"/>
              </w:rPr>
              <w:t xml:space="preserve"> Wrocław: </w:t>
            </w:r>
            <w:proofErr w:type="spellStart"/>
            <w:r w:rsidRPr="00A533C4">
              <w:rPr>
                <w:b w:val="0"/>
                <w:smallCaps w:val="0"/>
                <w:szCs w:val="24"/>
              </w:rPr>
              <w:t>Elsevier</w:t>
            </w:r>
            <w:proofErr w:type="spellEnd"/>
            <w:r w:rsidRPr="00A533C4">
              <w:rPr>
                <w:b w:val="0"/>
                <w:smallCaps w:val="0"/>
                <w:szCs w:val="24"/>
              </w:rPr>
              <w:t xml:space="preserve"> Urban&amp; Partner. </w:t>
            </w:r>
          </w:p>
        </w:tc>
      </w:tr>
    </w:tbl>
    <w:p w14:paraId="5A2A4FE0" w14:textId="77777777" w:rsidR="0085747A" w:rsidRPr="00A533C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4472795" w14:textId="77777777" w:rsidR="0085747A" w:rsidRPr="00A533C4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A533C4">
        <w:rPr>
          <w:b w:val="0"/>
          <w:smallCaps w:val="0"/>
          <w:szCs w:val="24"/>
        </w:rPr>
        <w:t>Akceptacja Kierownika Jednostki lub osoby upoważnionej</w:t>
      </w:r>
    </w:p>
    <w:sectPr w:rsidR="0085747A" w:rsidRPr="00A533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9D73" w14:textId="77777777" w:rsidR="00234148" w:rsidRDefault="00234148" w:rsidP="00C16ABF">
      <w:pPr>
        <w:spacing w:after="0" w:line="240" w:lineRule="auto"/>
      </w:pPr>
      <w:r>
        <w:separator/>
      </w:r>
    </w:p>
  </w:endnote>
  <w:endnote w:type="continuationSeparator" w:id="0">
    <w:p w14:paraId="1A560CE8" w14:textId="77777777" w:rsidR="00234148" w:rsidRDefault="002341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86BF" w14:textId="77777777" w:rsidR="00234148" w:rsidRDefault="00234148" w:rsidP="00C16ABF">
      <w:pPr>
        <w:spacing w:after="0" w:line="240" w:lineRule="auto"/>
      </w:pPr>
      <w:r>
        <w:separator/>
      </w:r>
    </w:p>
  </w:footnote>
  <w:footnote w:type="continuationSeparator" w:id="0">
    <w:p w14:paraId="5A10CDD0" w14:textId="77777777" w:rsidR="00234148" w:rsidRDefault="00234148" w:rsidP="00C16ABF">
      <w:pPr>
        <w:spacing w:after="0" w:line="240" w:lineRule="auto"/>
      </w:pPr>
      <w:r>
        <w:continuationSeparator/>
      </w:r>
    </w:p>
  </w:footnote>
  <w:footnote w:id="1">
    <w:p w14:paraId="25375A2A" w14:textId="77777777" w:rsidR="00A30675" w:rsidRDefault="00A3067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83806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FD1"/>
    <w:rsid w:val="000048FD"/>
    <w:rsid w:val="000066A6"/>
    <w:rsid w:val="000077B4"/>
    <w:rsid w:val="00011A7F"/>
    <w:rsid w:val="00015B8F"/>
    <w:rsid w:val="00016312"/>
    <w:rsid w:val="00022ECE"/>
    <w:rsid w:val="00024D95"/>
    <w:rsid w:val="00033B02"/>
    <w:rsid w:val="00042A51"/>
    <w:rsid w:val="00042D2E"/>
    <w:rsid w:val="00044C82"/>
    <w:rsid w:val="00067959"/>
    <w:rsid w:val="00070ED6"/>
    <w:rsid w:val="000742DC"/>
    <w:rsid w:val="00084C12"/>
    <w:rsid w:val="0009462C"/>
    <w:rsid w:val="00094B12"/>
    <w:rsid w:val="00095694"/>
    <w:rsid w:val="00096C46"/>
    <w:rsid w:val="000A25CB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D584D"/>
    <w:rsid w:val="000F1C57"/>
    <w:rsid w:val="000F5615"/>
    <w:rsid w:val="000F65B3"/>
    <w:rsid w:val="00106A15"/>
    <w:rsid w:val="00107219"/>
    <w:rsid w:val="001132F3"/>
    <w:rsid w:val="00122559"/>
    <w:rsid w:val="0012408B"/>
    <w:rsid w:val="00124BFF"/>
    <w:rsid w:val="0012560E"/>
    <w:rsid w:val="00127108"/>
    <w:rsid w:val="001324D8"/>
    <w:rsid w:val="00134B13"/>
    <w:rsid w:val="00146BC0"/>
    <w:rsid w:val="001537F4"/>
    <w:rsid w:val="00153C41"/>
    <w:rsid w:val="00154381"/>
    <w:rsid w:val="00156B80"/>
    <w:rsid w:val="001640A7"/>
    <w:rsid w:val="00164FA7"/>
    <w:rsid w:val="00166A03"/>
    <w:rsid w:val="00166E9A"/>
    <w:rsid w:val="001718A7"/>
    <w:rsid w:val="001737CF"/>
    <w:rsid w:val="00176083"/>
    <w:rsid w:val="001770C7"/>
    <w:rsid w:val="001868D0"/>
    <w:rsid w:val="00192F37"/>
    <w:rsid w:val="001A70D2"/>
    <w:rsid w:val="001C44CD"/>
    <w:rsid w:val="001C498C"/>
    <w:rsid w:val="001C6694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34148"/>
    <w:rsid w:val="0024028F"/>
    <w:rsid w:val="00244ABC"/>
    <w:rsid w:val="00281FF2"/>
    <w:rsid w:val="002857DE"/>
    <w:rsid w:val="00291313"/>
    <w:rsid w:val="00291567"/>
    <w:rsid w:val="00296C2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5973"/>
    <w:rsid w:val="002D73D4"/>
    <w:rsid w:val="002F02A3"/>
    <w:rsid w:val="002F4ABE"/>
    <w:rsid w:val="003018BA"/>
    <w:rsid w:val="00301C68"/>
    <w:rsid w:val="0030395F"/>
    <w:rsid w:val="00305C92"/>
    <w:rsid w:val="003151C5"/>
    <w:rsid w:val="00322F3B"/>
    <w:rsid w:val="003343CF"/>
    <w:rsid w:val="00346FE9"/>
    <w:rsid w:val="0034759A"/>
    <w:rsid w:val="003503F6"/>
    <w:rsid w:val="003530DD"/>
    <w:rsid w:val="003611E3"/>
    <w:rsid w:val="00363F78"/>
    <w:rsid w:val="00365B34"/>
    <w:rsid w:val="003A0A5B"/>
    <w:rsid w:val="003A1176"/>
    <w:rsid w:val="003A6D87"/>
    <w:rsid w:val="003B346E"/>
    <w:rsid w:val="003C0BAE"/>
    <w:rsid w:val="003C7681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0A28"/>
    <w:rsid w:val="0042244A"/>
    <w:rsid w:val="0042745A"/>
    <w:rsid w:val="00431D5C"/>
    <w:rsid w:val="004362C6"/>
    <w:rsid w:val="00437FA2"/>
    <w:rsid w:val="00440BC5"/>
    <w:rsid w:val="00445970"/>
    <w:rsid w:val="00446341"/>
    <w:rsid w:val="00454B06"/>
    <w:rsid w:val="00456DE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168"/>
    <w:rsid w:val="004968E2"/>
    <w:rsid w:val="004A12E2"/>
    <w:rsid w:val="004A3EEA"/>
    <w:rsid w:val="004A411D"/>
    <w:rsid w:val="004A4D1F"/>
    <w:rsid w:val="004D3F1B"/>
    <w:rsid w:val="004D5282"/>
    <w:rsid w:val="004F1551"/>
    <w:rsid w:val="004F55A3"/>
    <w:rsid w:val="004F7543"/>
    <w:rsid w:val="0050496F"/>
    <w:rsid w:val="0050664A"/>
    <w:rsid w:val="005102DF"/>
    <w:rsid w:val="00513B6F"/>
    <w:rsid w:val="00515CDF"/>
    <w:rsid w:val="00517C63"/>
    <w:rsid w:val="00521B5C"/>
    <w:rsid w:val="00526C94"/>
    <w:rsid w:val="005363C4"/>
    <w:rsid w:val="00536BDE"/>
    <w:rsid w:val="00543ACC"/>
    <w:rsid w:val="0056696D"/>
    <w:rsid w:val="00570F36"/>
    <w:rsid w:val="00573EF9"/>
    <w:rsid w:val="005753F8"/>
    <w:rsid w:val="005828E1"/>
    <w:rsid w:val="0059484D"/>
    <w:rsid w:val="00595A93"/>
    <w:rsid w:val="005A0855"/>
    <w:rsid w:val="005A3196"/>
    <w:rsid w:val="005C080F"/>
    <w:rsid w:val="005C55E5"/>
    <w:rsid w:val="005C696A"/>
    <w:rsid w:val="005C7403"/>
    <w:rsid w:val="005E6E85"/>
    <w:rsid w:val="005E767F"/>
    <w:rsid w:val="005F31D2"/>
    <w:rsid w:val="005F51E2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65A3F"/>
    <w:rsid w:val="00671958"/>
    <w:rsid w:val="00675843"/>
    <w:rsid w:val="00676A10"/>
    <w:rsid w:val="00685CCD"/>
    <w:rsid w:val="00696477"/>
    <w:rsid w:val="006A02D5"/>
    <w:rsid w:val="006A4353"/>
    <w:rsid w:val="006B554A"/>
    <w:rsid w:val="006B760A"/>
    <w:rsid w:val="006C046B"/>
    <w:rsid w:val="006D050F"/>
    <w:rsid w:val="006D6139"/>
    <w:rsid w:val="006D71BE"/>
    <w:rsid w:val="006E5D65"/>
    <w:rsid w:val="006F1282"/>
    <w:rsid w:val="006F1FBC"/>
    <w:rsid w:val="006F31E2"/>
    <w:rsid w:val="00700B89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97046"/>
    <w:rsid w:val="007A4022"/>
    <w:rsid w:val="007A5260"/>
    <w:rsid w:val="007A6E6E"/>
    <w:rsid w:val="007C3299"/>
    <w:rsid w:val="007C3BCC"/>
    <w:rsid w:val="007C4546"/>
    <w:rsid w:val="007C6BC3"/>
    <w:rsid w:val="007D6E56"/>
    <w:rsid w:val="007F1652"/>
    <w:rsid w:val="007F4155"/>
    <w:rsid w:val="0081554D"/>
    <w:rsid w:val="0081707E"/>
    <w:rsid w:val="008449B3"/>
    <w:rsid w:val="00852453"/>
    <w:rsid w:val="00856B67"/>
    <w:rsid w:val="0085747A"/>
    <w:rsid w:val="008628AA"/>
    <w:rsid w:val="00875C93"/>
    <w:rsid w:val="00884922"/>
    <w:rsid w:val="00885F64"/>
    <w:rsid w:val="00886B17"/>
    <w:rsid w:val="008903A4"/>
    <w:rsid w:val="008917F9"/>
    <w:rsid w:val="008927D9"/>
    <w:rsid w:val="008A2C3C"/>
    <w:rsid w:val="008A3538"/>
    <w:rsid w:val="008A45F7"/>
    <w:rsid w:val="008A4CD4"/>
    <w:rsid w:val="008B22BA"/>
    <w:rsid w:val="008C0CC0"/>
    <w:rsid w:val="008C19A9"/>
    <w:rsid w:val="008C21AB"/>
    <w:rsid w:val="008C379D"/>
    <w:rsid w:val="008C5147"/>
    <w:rsid w:val="008C5359"/>
    <w:rsid w:val="008C5363"/>
    <w:rsid w:val="008C7A87"/>
    <w:rsid w:val="008D3DFB"/>
    <w:rsid w:val="008D3E28"/>
    <w:rsid w:val="008D4F42"/>
    <w:rsid w:val="008E64F4"/>
    <w:rsid w:val="008F03B0"/>
    <w:rsid w:val="008F12C9"/>
    <w:rsid w:val="008F69D8"/>
    <w:rsid w:val="008F6E29"/>
    <w:rsid w:val="008F70AB"/>
    <w:rsid w:val="00916188"/>
    <w:rsid w:val="00923D7D"/>
    <w:rsid w:val="0092502D"/>
    <w:rsid w:val="00931506"/>
    <w:rsid w:val="0094569D"/>
    <w:rsid w:val="00946F37"/>
    <w:rsid w:val="009508DF"/>
    <w:rsid w:val="00950DAC"/>
    <w:rsid w:val="00954A07"/>
    <w:rsid w:val="00956E46"/>
    <w:rsid w:val="00960011"/>
    <w:rsid w:val="009751D5"/>
    <w:rsid w:val="009913D1"/>
    <w:rsid w:val="00997F14"/>
    <w:rsid w:val="009A78D9"/>
    <w:rsid w:val="009B53BB"/>
    <w:rsid w:val="009B5CC9"/>
    <w:rsid w:val="009C1331"/>
    <w:rsid w:val="009C3E31"/>
    <w:rsid w:val="009C54AE"/>
    <w:rsid w:val="009C788E"/>
    <w:rsid w:val="009D3656"/>
    <w:rsid w:val="009E2129"/>
    <w:rsid w:val="009E3B41"/>
    <w:rsid w:val="009F3C5C"/>
    <w:rsid w:val="009F4610"/>
    <w:rsid w:val="009F77E3"/>
    <w:rsid w:val="00A00ECC"/>
    <w:rsid w:val="00A0489D"/>
    <w:rsid w:val="00A155EE"/>
    <w:rsid w:val="00A2245B"/>
    <w:rsid w:val="00A30110"/>
    <w:rsid w:val="00A30675"/>
    <w:rsid w:val="00A33471"/>
    <w:rsid w:val="00A36899"/>
    <w:rsid w:val="00A371F6"/>
    <w:rsid w:val="00A421BF"/>
    <w:rsid w:val="00A43BF6"/>
    <w:rsid w:val="00A533C4"/>
    <w:rsid w:val="00A53FA5"/>
    <w:rsid w:val="00A54817"/>
    <w:rsid w:val="00A601C8"/>
    <w:rsid w:val="00A60799"/>
    <w:rsid w:val="00A80172"/>
    <w:rsid w:val="00A8438B"/>
    <w:rsid w:val="00A84C85"/>
    <w:rsid w:val="00A85C39"/>
    <w:rsid w:val="00A91194"/>
    <w:rsid w:val="00A97DE1"/>
    <w:rsid w:val="00AA35EA"/>
    <w:rsid w:val="00AA5134"/>
    <w:rsid w:val="00AB053C"/>
    <w:rsid w:val="00AB3BBB"/>
    <w:rsid w:val="00AC0866"/>
    <w:rsid w:val="00AD1146"/>
    <w:rsid w:val="00AD27D3"/>
    <w:rsid w:val="00AD2D70"/>
    <w:rsid w:val="00AD66D6"/>
    <w:rsid w:val="00AE1160"/>
    <w:rsid w:val="00AE203C"/>
    <w:rsid w:val="00AE2E74"/>
    <w:rsid w:val="00AE5FCB"/>
    <w:rsid w:val="00AF2C1E"/>
    <w:rsid w:val="00AF4EE4"/>
    <w:rsid w:val="00B0496C"/>
    <w:rsid w:val="00B06142"/>
    <w:rsid w:val="00B07462"/>
    <w:rsid w:val="00B135B1"/>
    <w:rsid w:val="00B3130B"/>
    <w:rsid w:val="00B40ADB"/>
    <w:rsid w:val="00B43B77"/>
    <w:rsid w:val="00B43E80"/>
    <w:rsid w:val="00B56E1F"/>
    <w:rsid w:val="00B57753"/>
    <w:rsid w:val="00B607DB"/>
    <w:rsid w:val="00B63B6C"/>
    <w:rsid w:val="00B66529"/>
    <w:rsid w:val="00B75946"/>
    <w:rsid w:val="00B8056E"/>
    <w:rsid w:val="00B819C8"/>
    <w:rsid w:val="00B82308"/>
    <w:rsid w:val="00B90885"/>
    <w:rsid w:val="00B94626"/>
    <w:rsid w:val="00BB520A"/>
    <w:rsid w:val="00BC7516"/>
    <w:rsid w:val="00BD3869"/>
    <w:rsid w:val="00BD66E9"/>
    <w:rsid w:val="00BD6FF4"/>
    <w:rsid w:val="00BE1DE4"/>
    <w:rsid w:val="00BE5336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3777"/>
    <w:rsid w:val="00C353C1"/>
    <w:rsid w:val="00C36992"/>
    <w:rsid w:val="00C376FA"/>
    <w:rsid w:val="00C4525A"/>
    <w:rsid w:val="00C56036"/>
    <w:rsid w:val="00C61DC5"/>
    <w:rsid w:val="00C67E92"/>
    <w:rsid w:val="00C70A26"/>
    <w:rsid w:val="00C766DF"/>
    <w:rsid w:val="00C926CA"/>
    <w:rsid w:val="00C94B98"/>
    <w:rsid w:val="00C9743E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5DFF"/>
    <w:rsid w:val="00D552B2"/>
    <w:rsid w:val="00D608D1"/>
    <w:rsid w:val="00D61FE3"/>
    <w:rsid w:val="00D74119"/>
    <w:rsid w:val="00D8075B"/>
    <w:rsid w:val="00D8678B"/>
    <w:rsid w:val="00DA2114"/>
    <w:rsid w:val="00DA323B"/>
    <w:rsid w:val="00DD3B11"/>
    <w:rsid w:val="00DE09C0"/>
    <w:rsid w:val="00DE4A14"/>
    <w:rsid w:val="00DF320D"/>
    <w:rsid w:val="00DF71C8"/>
    <w:rsid w:val="00E0575F"/>
    <w:rsid w:val="00E121F2"/>
    <w:rsid w:val="00E129B8"/>
    <w:rsid w:val="00E21E7D"/>
    <w:rsid w:val="00E22FBC"/>
    <w:rsid w:val="00E24BF5"/>
    <w:rsid w:val="00E25338"/>
    <w:rsid w:val="00E40B21"/>
    <w:rsid w:val="00E46DAB"/>
    <w:rsid w:val="00E51E44"/>
    <w:rsid w:val="00E534E2"/>
    <w:rsid w:val="00E63348"/>
    <w:rsid w:val="00E65DE6"/>
    <w:rsid w:val="00E77E88"/>
    <w:rsid w:val="00E8107D"/>
    <w:rsid w:val="00E8563A"/>
    <w:rsid w:val="00E93383"/>
    <w:rsid w:val="00E960BB"/>
    <w:rsid w:val="00EA2074"/>
    <w:rsid w:val="00EA4832"/>
    <w:rsid w:val="00EA4E9D"/>
    <w:rsid w:val="00EB1BDF"/>
    <w:rsid w:val="00EC4899"/>
    <w:rsid w:val="00EC6049"/>
    <w:rsid w:val="00ED03AB"/>
    <w:rsid w:val="00ED19A1"/>
    <w:rsid w:val="00ED32D2"/>
    <w:rsid w:val="00EE32DE"/>
    <w:rsid w:val="00EE5457"/>
    <w:rsid w:val="00EF599C"/>
    <w:rsid w:val="00F02DD1"/>
    <w:rsid w:val="00F070AB"/>
    <w:rsid w:val="00F17567"/>
    <w:rsid w:val="00F24D6F"/>
    <w:rsid w:val="00F27A7B"/>
    <w:rsid w:val="00F47417"/>
    <w:rsid w:val="00F5266C"/>
    <w:rsid w:val="00F526AF"/>
    <w:rsid w:val="00F617C3"/>
    <w:rsid w:val="00F7066B"/>
    <w:rsid w:val="00F83B28"/>
    <w:rsid w:val="00F87B97"/>
    <w:rsid w:val="00F96E8F"/>
    <w:rsid w:val="00FA0896"/>
    <w:rsid w:val="00FA1303"/>
    <w:rsid w:val="00FA466B"/>
    <w:rsid w:val="00FA46E5"/>
    <w:rsid w:val="00FB7DBA"/>
    <w:rsid w:val="00FC1C25"/>
    <w:rsid w:val="00FC3F45"/>
    <w:rsid w:val="00FC41E8"/>
    <w:rsid w:val="00FC4280"/>
    <w:rsid w:val="00FC7114"/>
    <w:rsid w:val="00FD3D21"/>
    <w:rsid w:val="00FD47AB"/>
    <w:rsid w:val="00FD503F"/>
    <w:rsid w:val="00FD7589"/>
    <w:rsid w:val="00FE3DB5"/>
    <w:rsid w:val="00FE514A"/>
    <w:rsid w:val="00FE67E3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CE237"/>
  <w15:docId w15:val="{C495F9D8-D17F-4F33-BD5D-3EAA4A2B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D1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1F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1F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1F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F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FE3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D19A1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8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35A2B-BE58-4050-981E-95BA0BEF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1283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7</cp:revision>
  <cp:lastPrinted>2022-12-29T10:07:00Z</cp:lastPrinted>
  <dcterms:created xsi:type="dcterms:W3CDTF">2023-01-25T14:59:00Z</dcterms:created>
  <dcterms:modified xsi:type="dcterms:W3CDTF">2023-06-01T12:22:00Z</dcterms:modified>
</cp:coreProperties>
</file>